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960BB" w:rsidR="006E5D65" w:rsidP="002D3375" w:rsidRDefault="00997F14" w14:paraId="69A94B4A" w14:textId="521760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UR </w:t>
      </w:r>
      <w:r w:rsidRPr="00E960BB" w:rsidR="00CD6897">
        <w:rPr>
          <w:rFonts w:ascii="Corbel" w:hAnsi="Corbel"/>
          <w:bCs/>
          <w:i/>
        </w:rPr>
        <w:t xml:space="preserve"> nr </w:t>
      </w:r>
      <w:r w:rsidR="00862949">
        <w:rPr>
          <w:rFonts w:ascii="Corbel" w:hAnsi="Corbel"/>
          <w:bCs/>
          <w:i/>
        </w:rPr>
        <w:t>7</w:t>
      </w:r>
      <w:r w:rsidRPr="00E960BB" w:rsidR="00F17567">
        <w:rPr>
          <w:rFonts w:ascii="Corbel" w:hAnsi="Corbel"/>
          <w:bCs/>
          <w:i/>
        </w:rPr>
        <w:t>/20</w:t>
      </w:r>
      <w:r w:rsidR="00862949">
        <w:rPr>
          <w:rFonts w:ascii="Corbel" w:hAnsi="Corbel"/>
          <w:bCs/>
          <w:i/>
        </w:rPr>
        <w:t>23</w:t>
      </w:r>
    </w:p>
    <w:p w:rsidRPr="009C54AE" w:rsidR="0085747A" w:rsidP="009C54AE" w:rsidRDefault="0085747A" w14:paraId="1EBA344B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874F5FD" w14:textId="01E5A1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9C54AE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="006F7546">
        <w:rPr>
          <w:rFonts w:ascii="Corbel" w:hAnsi="Corbel"/>
          <w:b/>
          <w:smallCaps/>
          <w:sz w:val="24"/>
          <w:szCs w:val="24"/>
        </w:rPr>
        <w:t>202</w:t>
      </w:r>
      <w:r w:rsidR="00D13EE1">
        <w:rPr>
          <w:rFonts w:ascii="Corbel" w:hAnsi="Corbel"/>
          <w:b/>
          <w:smallCaps/>
          <w:sz w:val="24"/>
          <w:szCs w:val="24"/>
        </w:rPr>
        <w:t>4</w:t>
      </w:r>
      <w:r w:rsidR="006F7546">
        <w:rPr>
          <w:rFonts w:ascii="Corbel" w:hAnsi="Corbel"/>
          <w:b/>
          <w:smallCaps/>
          <w:sz w:val="24"/>
          <w:szCs w:val="24"/>
        </w:rPr>
        <w:t>-202</w:t>
      </w:r>
      <w:r w:rsidR="00D13EE1">
        <w:rPr>
          <w:rFonts w:ascii="Corbel" w:hAnsi="Corbel"/>
          <w:b/>
          <w:smallCaps/>
          <w:sz w:val="24"/>
          <w:szCs w:val="24"/>
        </w:rPr>
        <w:t>7</w:t>
      </w:r>
    </w:p>
    <w:p w:rsidRPr="006F7546" w:rsidR="0085747A" w:rsidP="00EA4832" w:rsidRDefault="00EA4832" w14:paraId="6A0DD575" w14:textId="64FC030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6F7546">
        <w:rPr>
          <w:rFonts w:ascii="Corbel" w:hAnsi="Corbel"/>
          <w:i/>
          <w:sz w:val="24"/>
          <w:szCs w:val="24"/>
        </w:rPr>
        <w:tab/>
      </w:r>
      <w:r w:rsidRPr="006F7546">
        <w:rPr>
          <w:rFonts w:ascii="Corbel" w:hAnsi="Corbel"/>
          <w:i/>
          <w:sz w:val="24"/>
          <w:szCs w:val="24"/>
        </w:rPr>
        <w:t xml:space="preserve"> </w:t>
      </w:r>
      <w:r w:rsidRPr="006F7546" w:rsidR="0085747A">
        <w:rPr>
          <w:rFonts w:ascii="Corbel" w:hAnsi="Corbel"/>
          <w:i/>
          <w:sz w:val="20"/>
          <w:szCs w:val="20"/>
        </w:rPr>
        <w:t>(skrajne daty</w:t>
      </w:r>
      <w:r w:rsidRPr="006F7546" w:rsidR="0085747A">
        <w:rPr>
          <w:rFonts w:ascii="Corbel" w:hAnsi="Corbel"/>
          <w:sz w:val="20"/>
          <w:szCs w:val="20"/>
        </w:rPr>
        <w:t>)</w:t>
      </w:r>
    </w:p>
    <w:p w:rsidR="006F7546" w:rsidP="006F7546" w:rsidRDefault="00445970" w14:paraId="1641E533" w14:textId="3DE8EE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7140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6F7546">
        <w:rPr>
          <w:rFonts w:ascii="Corbel" w:hAnsi="Corbel"/>
          <w:sz w:val="20"/>
          <w:szCs w:val="20"/>
        </w:rPr>
        <w:t>202</w:t>
      </w:r>
      <w:r w:rsidR="00D13EE1">
        <w:rPr>
          <w:rFonts w:ascii="Corbel" w:hAnsi="Corbel"/>
          <w:sz w:val="20"/>
          <w:szCs w:val="20"/>
        </w:rPr>
        <w:t>5</w:t>
      </w:r>
      <w:r w:rsidR="006F7546">
        <w:rPr>
          <w:rFonts w:ascii="Corbel" w:hAnsi="Corbel"/>
          <w:sz w:val="20"/>
          <w:szCs w:val="20"/>
        </w:rPr>
        <w:t>/202</w:t>
      </w:r>
      <w:r w:rsidR="00D13EE1">
        <w:rPr>
          <w:rFonts w:ascii="Corbel" w:hAnsi="Corbel"/>
          <w:sz w:val="20"/>
          <w:szCs w:val="20"/>
        </w:rPr>
        <w:t>6</w:t>
      </w:r>
    </w:p>
    <w:p w:rsidRPr="009C54AE" w:rsidR="0085747A" w:rsidP="009C54AE" w:rsidRDefault="0085747A" w14:paraId="5F7C053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33E1F09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93240D" w14:paraId="25DAA184" w14:textId="77777777">
        <w:tc>
          <w:tcPr>
            <w:tcW w:w="2694" w:type="dxa"/>
            <w:vAlign w:val="center"/>
          </w:tcPr>
          <w:p w:rsidRPr="009C54AE" w:rsidR="0085747A" w:rsidP="009C54AE" w:rsidRDefault="00C05F44" w14:paraId="7DD6CAB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81B7D" w:rsidR="0085747A" w:rsidP="009C54AE" w:rsidRDefault="001106D3" w14:paraId="342C62E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81B7D">
              <w:rPr>
                <w:rFonts w:ascii="Corbel" w:hAnsi="Corbel"/>
                <w:sz w:val="24"/>
                <w:szCs w:val="24"/>
              </w:rPr>
              <w:t>Polityka społeczna</w:t>
            </w:r>
          </w:p>
        </w:tc>
      </w:tr>
      <w:tr w:rsidRPr="009C54AE" w:rsidR="0085747A" w:rsidTr="0093240D" w14:paraId="27ACD4A6" w14:textId="77777777">
        <w:tc>
          <w:tcPr>
            <w:tcW w:w="2694" w:type="dxa"/>
            <w:vAlign w:val="center"/>
          </w:tcPr>
          <w:p w:rsidRPr="009C54AE" w:rsidR="0085747A" w:rsidP="009C54AE" w:rsidRDefault="00C05F44" w14:paraId="4F7312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3240D" w:rsidR="0085747A" w:rsidP="009C54AE" w:rsidRDefault="0093240D" w14:paraId="0CA817FC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bCs/>
                <w:sz w:val="24"/>
                <w:szCs w:val="24"/>
              </w:rPr>
              <w:t>P1S[3]O_01</w:t>
            </w:r>
          </w:p>
        </w:tc>
      </w:tr>
      <w:tr w:rsidRPr="009C54AE" w:rsidR="0085747A" w:rsidTr="0093240D" w14:paraId="7702FCD0" w14:textId="77777777">
        <w:tc>
          <w:tcPr>
            <w:tcW w:w="2694" w:type="dxa"/>
            <w:vAlign w:val="center"/>
          </w:tcPr>
          <w:p w:rsidRPr="009C54AE" w:rsidR="0085747A" w:rsidP="00EA4832" w:rsidRDefault="0085747A" w14:paraId="2C669D54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3240D" w:rsidR="0085747A" w:rsidP="009C54AE" w:rsidRDefault="0093240D" w14:paraId="77AE5BC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93240D" w:rsidTr="0093240D" w14:paraId="1D95FA00" w14:textId="77777777">
        <w:tc>
          <w:tcPr>
            <w:tcW w:w="2694" w:type="dxa"/>
            <w:vAlign w:val="center"/>
          </w:tcPr>
          <w:p w:rsidRPr="009C54AE" w:rsidR="0093240D" w:rsidP="0093240D" w:rsidRDefault="0093240D" w14:paraId="48A9A19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3240D" w:rsidR="0093240D" w:rsidP="0093240D" w:rsidRDefault="00981B7D" w14:paraId="2EA8D23B" w14:textId="67EFF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1B7D">
              <w:rPr>
                <w:rFonts w:ascii="Corbel" w:hAnsi="Corbel"/>
                <w:b w:val="0"/>
                <w:sz w:val="24"/>
                <w:szCs w:val="24"/>
              </w:rPr>
              <w:t>Instytut Nauk Socjologicznych</w:t>
            </w:r>
          </w:p>
        </w:tc>
      </w:tr>
      <w:tr w:rsidRPr="009C54AE" w:rsidR="0093240D" w:rsidTr="0093240D" w14:paraId="410A8085" w14:textId="77777777">
        <w:tc>
          <w:tcPr>
            <w:tcW w:w="2694" w:type="dxa"/>
            <w:vAlign w:val="center"/>
          </w:tcPr>
          <w:p w:rsidRPr="009C54AE" w:rsidR="0093240D" w:rsidP="0093240D" w:rsidRDefault="0093240D" w14:paraId="1DA4A04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3240D" w:rsidR="0093240D" w:rsidP="0093240D" w:rsidRDefault="0093240D" w14:paraId="4FA67CB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Praca socjalna</w:t>
            </w:r>
          </w:p>
        </w:tc>
      </w:tr>
      <w:tr w:rsidRPr="009C54AE" w:rsidR="0093240D" w:rsidTr="0093240D" w14:paraId="129EAF75" w14:textId="77777777">
        <w:tc>
          <w:tcPr>
            <w:tcW w:w="2694" w:type="dxa"/>
            <w:vAlign w:val="center"/>
          </w:tcPr>
          <w:p w:rsidRPr="009C54AE" w:rsidR="0093240D" w:rsidP="0093240D" w:rsidRDefault="0093240D" w14:paraId="4AF14F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3240D" w:rsidR="0093240D" w:rsidP="0093240D" w:rsidRDefault="0093240D" w14:paraId="26868B67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Pr="009C54AE" w:rsidR="0093240D" w:rsidTr="0093240D" w14:paraId="227501ED" w14:textId="77777777">
        <w:tc>
          <w:tcPr>
            <w:tcW w:w="2694" w:type="dxa"/>
            <w:vAlign w:val="center"/>
          </w:tcPr>
          <w:p w:rsidRPr="009C54AE" w:rsidR="0093240D" w:rsidP="0093240D" w:rsidRDefault="0093240D" w14:paraId="6CBDE8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3240D" w:rsidR="0093240D" w:rsidP="0093240D" w:rsidRDefault="00861FF4" w14:paraId="4C8B98E2" w14:textId="4968F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93240D" w:rsidR="0093240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Pr="009C54AE" w:rsidR="0093240D" w:rsidTr="0093240D" w14:paraId="0518640D" w14:textId="77777777">
        <w:tc>
          <w:tcPr>
            <w:tcW w:w="2694" w:type="dxa"/>
            <w:vAlign w:val="center"/>
          </w:tcPr>
          <w:p w:rsidRPr="009C54AE" w:rsidR="0093240D" w:rsidP="0093240D" w:rsidRDefault="0093240D" w14:paraId="7DD7A32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3240D" w:rsidR="0093240D" w:rsidP="0093240D" w:rsidRDefault="00861FF4" w14:paraId="549C23DB" w14:textId="71BF97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93240D" w:rsidR="009324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93240D" w:rsidTr="0093240D" w14:paraId="2727BC0E" w14:textId="77777777">
        <w:tc>
          <w:tcPr>
            <w:tcW w:w="2694" w:type="dxa"/>
            <w:vAlign w:val="center"/>
          </w:tcPr>
          <w:p w:rsidRPr="009C54AE" w:rsidR="0093240D" w:rsidP="0093240D" w:rsidRDefault="0093240D" w14:paraId="13C2F1E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3240D" w:rsidR="0093240D" w:rsidP="0093240D" w:rsidRDefault="0093240D" w14:paraId="38C6368E" w14:textId="070EBD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240D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F066B9">
              <w:rPr>
                <w:rFonts w:ascii="Corbel" w:hAnsi="Corbel"/>
                <w:b w:val="0"/>
                <w:sz w:val="24"/>
                <w:szCs w:val="24"/>
              </w:rPr>
              <w:t>semestr III</w:t>
            </w:r>
          </w:p>
        </w:tc>
      </w:tr>
      <w:tr w:rsidRPr="009C54AE" w:rsidR="0093240D" w:rsidTr="0093240D" w14:paraId="75EE079A" w14:textId="77777777">
        <w:tc>
          <w:tcPr>
            <w:tcW w:w="2694" w:type="dxa"/>
            <w:vAlign w:val="center"/>
          </w:tcPr>
          <w:p w:rsidRPr="009C54AE" w:rsidR="0093240D" w:rsidP="0093240D" w:rsidRDefault="0093240D" w14:paraId="3A66301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3240D" w:rsidR="0093240D" w:rsidP="0093240D" w:rsidRDefault="00861FF4" w14:paraId="7D4FB55F" w14:textId="56E89A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93240D" w:rsidR="0093240D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Pr="009C54AE" w:rsidR="0093240D" w:rsidTr="0093240D" w14:paraId="6581CCB3" w14:textId="77777777">
        <w:tc>
          <w:tcPr>
            <w:tcW w:w="2694" w:type="dxa"/>
            <w:vAlign w:val="center"/>
          </w:tcPr>
          <w:p w:rsidRPr="009C54AE" w:rsidR="0093240D" w:rsidP="0093240D" w:rsidRDefault="0093240D" w14:paraId="47A6962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3240D" w:rsidR="0093240D" w:rsidP="0093240D" w:rsidRDefault="0035339E" w14:paraId="5CDB5612" w14:textId="38F806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61FF4">
              <w:rPr>
                <w:rFonts w:ascii="Corbel" w:hAnsi="Corbel"/>
                <w:b w:val="0"/>
                <w:sz w:val="24"/>
                <w:szCs w:val="24"/>
              </w:rPr>
              <w:t>ęz. p</w:t>
            </w:r>
            <w:r w:rsidRPr="0093240D" w:rsidR="0093240D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Pr="009C54AE" w:rsidR="0093240D" w:rsidTr="0093240D" w14:paraId="7802ADC7" w14:textId="77777777">
        <w:tc>
          <w:tcPr>
            <w:tcW w:w="2694" w:type="dxa"/>
            <w:vAlign w:val="center"/>
          </w:tcPr>
          <w:p w:rsidRPr="009C54AE" w:rsidR="0093240D" w:rsidP="0093240D" w:rsidRDefault="0093240D" w14:paraId="3F96D8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93240D" w:rsidP="0093240D" w:rsidRDefault="0093240D" w14:paraId="190BE2A6" w14:textId="022F29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Paweł Grata</w:t>
            </w:r>
          </w:p>
        </w:tc>
      </w:tr>
      <w:tr w:rsidRPr="009C54AE" w:rsidR="0093240D" w:rsidTr="0093240D" w14:paraId="67FC7AC2" w14:textId="77777777">
        <w:tc>
          <w:tcPr>
            <w:tcW w:w="2694" w:type="dxa"/>
            <w:vAlign w:val="center"/>
          </w:tcPr>
          <w:p w:rsidRPr="009C54AE" w:rsidR="0093240D" w:rsidP="0093240D" w:rsidRDefault="0093240D" w14:paraId="19D1A35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93240D" w:rsidP="0093240D" w:rsidRDefault="0093240D" w14:paraId="61DCA03F" w14:textId="015015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Paweł Grata</w:t>
            </w:r>
            <w:r w:rsidR="0035339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9B0EBC">
              <w:rPr>
                <w:rFonts w:ascii="Corbel" w:hAnsi="Corbel"/>
                <w:b w:val="0"/>
                <w:sz w:val="24"/>
                <w:szCs w:val="24"/>
              </w:rPr>
              <w:t xml:space="preserve">Krzysztof Jamroży </w:t>
            </w:r>
          </w:p>
        </w:tc>
      </w:tr>
    </w:tbl>
    <w:p w:rsidRPr="009C54AE" w:rsidR="0085747A" w:rsidP="009C54AE" w:rsidRDefault="0085747A" w14:paraId="5BFE5791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5DBBABB5" w:rsidR="0085747A">
        <w:rPr>
          <w:rFonts w:ascii="Corbel" w:hAnsi="Corbel"/>
          <w:sz w:val="24"/>
          <w:szCs w:val="24"/>
        </w:rPr>
        <w:t xml:space="preserve">* </w:t>
      </w:r>
      <w:r w:rsidRPr="5DBBABB5" w:rsidR="0085747A">
        <w:rPr>
          <w:rFonts w:ascii="Corbel" w:hAnsi="Corbel"/>
          <w:i w:val="1"/>
          <w:iCs w:val="1"/>
          <w:sz w:val="24"/>
          <w:szCs w:val="24"/>
        </w:rPr>
        <w:t>-</w:t>
      </w:r>
      <w:r w:rsidRPr="5DBBABB5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opcjonalni</w:t>
      </w:r>
      <w:r w:rsidRPr="5DBBABB5" w:rsidR="00B90885">
        <w:rPr>
          <w:rFonts w:ascii="Corbel" w:hAnsi="Corbel"/>
          <w:b w:val="0"/>
          <w:bCs w:val="0"/>
          <w:sz w:val="24"/>
          <w:szCs w:val="24"/>
        </w:rPr>
        <w:t>e,</w:t>
      </w:r>
      <w:r w:rsidRPr="5DBBABB5" w:rsidR="0085747A">
        <w:rPr>
          <w:rFonts w:ascii="Corbel" w:hAnsi="Corbel"/>
          <w:i w:val="1"/>
          <w:iCs w:val="1"/>
          <w:sz w:val="24"/>
          <w:szCs w:val="24"/>
        </w:rPr>
        <w:t xml:space="preserve"> </w:t>
      </w:r>
      <w:r w:rsidRPr="5DBBABB5" w:rsidR="0085747A">
        <w:rPr>
          <w:rFonts w:ascii="Corbel" w:hAnsi="Corbel"/>
          <w:b w:val="0"/>
          <w:bCs w:val="0"/>
          <w:i w:val="1"/>
          <w:iCs w:val="1"/>
          <w:sz w:val="24"/>
          <w:szCs w:val="24"/>
        </w:rPr>
        <w:t xml:space="preserve">zgodnie z ustaleniami </w:t>
      </w:r>
      <w:r w:rsidRPr="5DBBABB5" w:rsidR="00B90885">
        <w:rPr>
          <w:rFonts w:ascii="Corbel" w:hAnsi="Corbel"/>
          <w:b w:val="0"/>
          <w:bCs w:val="0"/>
          <w:i w:val="1"/>
          <w:iCs w:val="1"/>
          <w:sz w:val="24"/>
          <w:szCs w:val="24"/>
        </w:rPr>
        <w:t>w Jednostce</w:t>
      </w:r>
    </w:p>
    <w:p w:rsidR="5DBBABB5" w:rsidP="5DBBABB5" w:rsidRDefault="5DBBABB5" w14:paraId="3FAED6B1" w14:textId="10ED525D">
      <w:pPr>
        <w:pStyle w:val="Podpunkty"/>
        <w:ind w:left="284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0295ACA1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430C4F84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8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52"/>
        <w:gridCol w:w="913"/>
        <w:gridCol w:w="788"/>
        <w:gridCol w:w="1008"/>
        <w:gridCol w:w="801"/>
        <w:gridCol w:w="821"/>
        <w:gridCol w:w="763"/>
        <w:gridCol w:w="948"/>
        <w:gridCol w:w="1189"/>
        <w:gridCol w:w="1505"/>
      </w:tblGrid>
      <w:tr w:rsidRPr="009C54AE" w:rsidR="00015B8F" w:rsidTr="5DBBABB5" w14:paraId="6F741C32" w14:textId="77777777"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015B8F" w:rsidP="009C54AE" w:rsidRDefault="00015B8F" w14:paraId="4A53492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782B4C7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DBBABB5" w:rsidRDefault="00015B8F" w14:paraId="30215A8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DBBABB5" w:rsidR="00015B8F">
              <w:rPr>
                <w:rFonts w:ascii="Corbel" w:hAnsi="Corbel"/>
              </w:rPr>
              <w:t>Wykł</w:t>
            </w:r>
            <w:r w:rsidRPr="5DBBABB5" w:rsidR="00015B8F"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A99E8A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DBBABB5" w:rsidRDefault="00015B8F" w14:paraId="4D7EDD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DBBABB5" w:rsidR="00015B8F">
              <w:rPr>
                <w:rFonts w:ascii="Corbel" w:hAnsi="Corbel"/>
              </w:rPr>
              <w:t>Konw</w:t>
            </w:r>
            <w:r w:rsidRPr="5DBBABB5" w:rsidR="00015B8F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6FEB6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015B8F" w14:paraId="44B0749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DBBABB5" w:rsidR="00015B8F">
              <w:rPr>
                <w:rFonts w:ascii="Corbel" w:hAnsi="Corbel"/>
              </w:rPr>
              <w:t>Sem</w:t>
            </w:r>
            <w:r w:rsidRPr="5DBBABB5" w:rsidR="00015B8F">
              <w:rPr>
                <w:rFonts w:ascii="Corbel" w:hAnsi="Corbel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0765AC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5DBBABB5" w:rsidRDefault="00015B8F" w14:paraId="1784DFB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DBBABB5" w:rsidR="00015B8F">
              <w:rPr>
                <w:rFonts w:ascii="Corbel" w:hAnsi="Corbel"/>
              </w:rPr>
              <w:t>Prakt</w:t>
            </w:r>
            <w:r w:rsidRPr="5DBBABB5" w:rsidR="00015B8F"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5F87CA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64C20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5DBBABB5" w14:paraId="38067E48" w14:textId="77777777">
        <w:trPr>
          <w:trHeight w:val="453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B6737D" w14:paraId="546A9709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DBBABB5" w:rsidR="00B6737D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B6737D" w14:paraId="18310B44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DBBABB5" w:rsidR="00B6737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B6737D" w14:paraId="2C89DEC2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DBBABB5" w:rsidR="00B6737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B6737D" w14:paraId="40339503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DBBABB5" w:rsidR="00B6737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B6737D" w14:paraId="15E87A72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DBBABB5" w:rsidR="00B6737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B6737D" w14:paraId="12AE1F8A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DBBABB5" w:rsidR="00B6737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B6737D" w14:paraId="3CFCA67B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DBBABB5" w:rsidR="00B6737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B6737D" w14:paraId="438BA31C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DBBABB5" w:rsidR="00B6737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B6737D" w14:paraId="5EFD4EA0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DBBABB5" w:rsidR="00B6737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5DBBABB5" w:rsidRDefault="00220D46" w14:paraId="36BE27B8" w14:textId="77777777" w14:noSpellErr="1">
            <w:pPr>
              <w:pStyle w:val="centralniewrubryce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5DBBABB5" w:rsidR="00220D4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Pr="009C54AE" w:rsidR="00923D7D" w:rsidP="009C54AE" w:rsidRDefault="00923D7D" w14:paraId="7E41C757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C893E08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847BC" w:rsidP="00F83B28" w:rsidRDefault="00C847BC" w14:paraId="7CE4BF80" w14:textId="77777777">
      <w:pPr>
        <w:pStyle w:val="Punktygwne"/>
        <w:spacing w:before="0" w:after="0"/>
        <w:ind w:left="709"/>
        <w:rPr>
          <w:rFonts w:ascii="MS Gothic" w:hAnsi="MS Gothic" w:eastAsia="MS Gothic" w:cs="MS Gothic"/>
          <w:b w:val="0"/>
          <w:szCs w:val="24"/>
        </w:rPr>
      </w:pPr>
    </w:p>
    <w:p w:rsidRPr="009C54AE" w:rsidR="0085747A" w:rsidP="00F83B28" w:rsidRDefault="00861FF4" w14:paraId="781D8242" w14:textId="1F8596D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FF4">
        <w:rPr>
          <w:rFonts w:ascii="MS Gothic" w:hAnsi="MS Gothic" w:eastAsia="MS Gothic" w:cs="MS Gothic"/>
          <w:bCs/>
          <w:szCs w:val="24"/>
        </w:rPr>
        <w:t xml:space="preserve"> x</w:t>
      </w:r>
      <w:r>
        <w:rPr>
          <w:rFonts w:ascii="MS Gothic" w:hAnsi="MS Gothic" w:eastAsia="MS Gothic" w:cs="MS Gothic"/>
          <w:b w:val="0"/>
          <w:szCs w:val="24"/>
        </w:rPr>
        <w:t xml:space="preserve"> </w:t>
      </w:r>
      <w:r w:rsidRPr="009C54AE" w:rsidR="0085747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Pr="009C54AE" w:rsidR="0085747A" w:rsidP="00F83B28" w:rsidRDefault="0085747A" w14:paraId="1F1B1783" w14:textId="5B7A406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6D61C8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5DBBABB5" w:rsidRDefault="00E22FBC" w14:paraId="5B442476" w14:textId="23BAE25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5DBBABB5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5DBBABB5" w:rsidR="00E22FBC">
        <w:rPr>
          <w:rFonts w:ascii="Corbel" w:hAnsi="Corbel"/>
          <w:caps w:val="0"/>
          <w:smallCaps w:val="0"/>
        </w:rPr>
        <w:t>For</w:t>
      </w:r>
      <w:r w:rsidRPr="5DBBABB5" w:rsidR="00445970">
        <w:rPr>
          <w:rFonts w:ascii="Corbel" w:hAnsi="Corbel"/>
          <w:caps w:val="0"/>
          <w:smallCaps w:val="0"/>
        </w:rPr>
        <w:t xml:space="preserve">ma zaliczenia </w:t>
      </w:r>
      <w:r w:rsidRPr="5DBBABB5" w:rsidR="00445970">
        <w:rPr>
          <w:rFonts w:ascii="Corbel" w:hAnsi="Corbel"/>
          <w:caps w:val="0"/>
          <w:smallCaps w:val="0"/>
        </w:rPr>
        <w:t xml:space="preserve">przedmiotu </w:t>
      </w:r>
      <w:r w:rsidRPr="5DBBABB5" w:rsidR="00E22FBC">
        <w:rPr>
          <w:rFonts w:ascii="Corbel" w:hAnsi="Corbel"/>
          <w:caps w:val="0"/>
          <w:smallCaps w:val="0"/>
        </w:rPr>
        <w:t>(</w:t>
      </w:r>
      <w:r w:rsidRPr="5DBBABB5" w:rsidR="00E22FBC">
        <w:rPr>
          <w:rFonts w:ascii="Corbel" w:hAnsi="Corbel"/>
          <w:caps w:val="0"/>
          <w:smallCaps w:val="0"/>
        </w:rPr>
        <w:t xml:space="preserve">z toku) </w:t>
      </w:r>
      <w:r w:rsidRPr="5DBBABB5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00C847BC" w:rsidP="007D6E92" w:rsidRDefault="00C847BC" w14:paraId="188C1C9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P="009C54AE" w:rsidRDefault="00861FF4" w14:paraId="540FF48F" w14:textId="640EFF1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61FF4">
        <w:rPr>
          <w:rFonts w:ascii="Corbel" w:hAnsi="Corbel"/>
          <w:b w:val="0"/>
          <w:szCs w:val="24"/>
        </w:rPr>
        <w:t>egzamin</w:t>
      </w:r>
    </w:p>
    <w:p w:rsidRPr="00861FF4" w:rsidR="00861FF4" w:rsidP="009C54AE" w:rsidRDefault="00861FF4" w14:paraId="2E5E43D2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P="009C54AE" w:rsidRDefault="0085747A" w14:paraId="0325ED71" w14:textId="6E9379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C847BC" w:rsidP="009C54AE" w:rsidRDefault="00C847BC" w14:paraId="2AABE1C8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DBBABB5" w14:paraId="2571EA13" w14:textId="77777777">
        <w:tc>
          <w:tcPr>
            <w:tcW w:w="9670" w:type="dxa"/>
            <w:tcMar/>
          </w:tcPr>
          <w:p w:rsidRPr="000F4419" w:rsidR="0085747A" w:rsidP="009C54AE" w:rsidRDefault="00F066B9" w14:paraId="6112B335" w14:textId="700F8D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0F4419" w:rsidR="007D6E92">
              <w:rPr>
                <w:rFonts w:ascii="Corbel" w:hAnsi="Corbel"/>
                <w:b w:val="0"/>
                <w:smallCaps w:val="0"/>
                <w:szCs w:val="24"/>
              </w:rPr>
              <w:t>iedza z zakresu problemów współczesnego społeczeństwa, występujących w nim kwestii społecznych oraz sposobów oddziaływania na nie przez władze publiczne.</w:t>
            </w:r>
          </w:p>
        </w:tc>
      </w:tr>
    </w:tbl>
    <w:p w:rsidR="5DBBABB5" w:rsidRDefault="5DBBABB5" w14:paraId="7583265D" w14:textId="5E1507AD">
      <w:r>
        <w:br w:type="page"/>
      </w:r>
    </w:p>
    <w:p w:rsidRPr="00C05F44" w:rsidR="0085747A" w:rsidP="5DBBABB5" w:rsidRDefault="0071620A" w14:paraId="57AD0F07" w14:textId="05AA4A18">
      <w:pPr>
        <w:pStyle w:val="Punktygwne"/>
        <w:spacing w:before="0" w:after="0"/>
        <w:rPr>
          <w:rFonts w:ascii="Corbel" w:hAnsi="Corbel"/>
        </w:rPr>
      </w:pPr>
      <w:r w:rsidRPr="5DBBABB5" w:rsidR="0071620A">
        <w:rPr>
          <w:rFonts w:ascii="Corbel" w:hAnsi="Corbel"/>
        </w:rPr>
        <w:t>3.</w:t>
      </w:r>
      <w:r w:rsidRPr="5DBBABB5" w:rsidR="0085747A">
        <w:rPr>
          <w:rFonts w:ascii="Corbel" w:hAnsi="Corbel"/>
        </w:rPr>
        <w:t xml:space="preserve"> </w:t>
      </w:r>
      <w:r w:rsidRPr="5DBBABB5" w:rsidR="00A84C85">
        <w:rPr>
          <w:rFonts w:ascii="Corbel" w:hAnsi="Corbel"/>
        </w:rPr>
        <w:t xml:space="preserve">cele, efekty uczenia </w:t>
      </w:r>
      <w:r w:rsidRPr="5DBBABB5" w:rsidR="00A84C85">
        <w:rPr>
          <w:rFonts w:ascii="Corbel" w:hAnsi="Corbel"/>
        </w:rPr>
        <w:t>się</w:t>
      </w:r>
      <w:r w:rsidRPr="5DBBABB5" w:rsidR="0085747A">
        <w:rPr>
          <w:rFonts w:ascii="Corbel" w:hAnsi="Corbel"/>
        </w:rPr>
        <w:t>,</w:t>
      </w:r>
      <w:r w:rsidRPr="5DBBABB5" w:rsidR="0085747A">
        <w:rPr>
          <w:rFonts w:ascii="Corbel" w:hAnsi="Corbel"/>
        </w:rPr>
        <w:t xml:space="preserve"> treści Programowe i stosowane metody Dydaktyczne</w:t>
      </w:r>
    </w:p>
    <w:p w:rsidRPr="00C05F44" w:rsidR="0085747A" w:rsidP="009C54AE" w:rsidRDefault="0085747A" w14:paraId="25265364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A59E09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750AFD9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6E27C437" w14:textId="77777777">
        <w:tc>
          <w:tcPr>
            <w:tcW w:w="851" w:type="dxa"/>
            <w:vAlign w:val="center"/>
          </w:tcPr>
          <w:p w:rsidRPr="000F4419" w:rsidR="0085747A" w:rsidP="009C54AE" w:rsidRDefault="0085747A" w14:paraId="41AE7A4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0F4419" w:rsidR="0085747A" w:rsidP="00861FF4" w:rsidRDefault="00D46B9C" w14:paraId="5D96682F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Poznanie podstawowych pojęć, uwarunkowań, dziedzin i funkcji polityki społecznej.</w:t>
            </w:r>
          </w:p>
        </w:tc>
      </w:tr>
      <w:tr w:rsidRPr="009C54AE" w:rsidR="0085747A" w:rsidTr="00923D7D" w14:paraId="7AA0BB19" w14:textId="77777777">
        <w:tc>
          <w:tcPr>
            <w:tcW w:w="851" w:type="dxa"/>
            <w:vAlign w:val="center"/>
          </w:tcPr>
          <w:p w:rsidRPr="000F4419" w:rsidR="0085747A" w:rsidP="009C54AE" w:rsidRDefault="00D46B9C" w14:paraId="069F5677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44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0F4419" w:rsidR="0085747A" w:rsidP="00861FF4" w:rsidRDefault="00D46B9C" w14:paraId="29C4B6AC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Zdobycie umiejętności z zakresu analizy najistotniejszych problemów w realizacji polityki społecznej państwa i samorządów oraz zjawisk społeczno-gospodarczych w związku z tym zachodzących.</w:t>
            </w:r>
          </w:p>
        </w:tc>
      </w:tr>
      <w:tr w:rsidRPr="009C54AE" w:rsidR="0085747A" w:rsidTr="00923D7D" w14:paraId="049C3261" w14:textId="77777777">
        <w:tc>
          <w:tcPr>
            <w:tcW w:w="851" w:type="dxa"/>
            <w:vAlign w:val="center"/>
          </w:tcPr>
          <w:p w:rsidRPr="000F4419" w:rsidR="0085747A" w:rsidP="009C54AE" w:rsidRDefault="00D46B9C" w14:paraId="0336AD64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0F4419" w:rsidR="0085747A" w:rsidP="00861FF4" w:rsidRDefault="00D46B9C" w14:paraId="63A679D1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F4419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Identyfikowanie barier obecnych w rozwoju społecznym oraz poznanie sposobów ich usuwania.</w:t>
            </w:r>
          </w:p>
        </w:tc>
      </w:tr>
    </w:tbl>
    <w:p w:rsidRPr="009C54AE" w:rsidR="0085747A" w:rsidP="009C54AE" w:rsidRDefault="0085747A" w14:paraId="7745697C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3CECA75E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Pr="009C54AE" w:rsidR="001D7B54" w:rsidP="009C54AE" w:rsidRDefault="001D7B54" w14:paraId="5DDD9B9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Pr="009C54AE" w:rsidR="0085747A" w:rsidTr="00315AB5" w14:paraId="36C25D34" w14:textId="77777777">
        <w:tc>
          <w:tcPr>
            <w:tcW w:w="1678" w:type="dxa"/>
            <w:vAlign w:val="center"/>
          </w:tcPr>
          <w:p w:rsidRPr="009C54AE" w:rsidR="0085747A" w:rsidP="009C54AE" w:rsidRDefault="0085747A" w14:paraId="19A6AC8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Pr="009C54AE" w:rsidR="0085747A" w:rsidP="00C05F44" w:rsidRDefault="0085747A" w14:paraId="2A3655A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01806C2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315AB5" w14:paraId="21202D32" w14:textId="77777777">
        <w:tc>
          <w:tcPr>
            <w:tcW w:w="1678" w:type="dxa"/>
          </w:tcPr>
          <w:p w:rsidRPr="009C54AE" w:rsidR="0085747A" w:rsidP="009C54AE" w:rsidRDefault="0085747A" w14:paraId="597E547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Pr="009C54AE" w:rsidR="0085747A" w:rsidP="00861FF4" w:rsidRDefault="0035339E" w14:paraId="5E7BC7A7" w14:textId="50AA40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 xml:space="preserve">a podstawową wiedzę na temat instytucji regionalnych, krajowych i międzynarodowych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funkcjonujących w ramach systemu polityki społecznej przeciwdziałających wykluczeniu społecznemu i działających integracji społecznej</w:t>
            </w:r>
          </w:p>
        </w:tc>
        <w:tc>
          <w:tcPr>
            <w:tcW w:w="1865" w:type="dxa"/>
          </w:tcPr>
          <w:p w:rsidRPr="009C54AE" w:rsidR="0085747A" w:rsidP="00A652EE" w:rsidRDefault="00AD7B2E" w14:paraId="4DA72AC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652EE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Pr="009C54AE" w:rsidR="0085747A" w:rsidTr="00315AB5" w14:paraId="4570174B" w14:textId="77777777">
        <w:tc>
          <w:tcPr>
            <w:tcW w:w="1678" w:type="dxa"/>
          </w:tcPr>
          <w:p w:rsidRPr="009C54AE" w:rsidR="0085747A" w:rsidP="009C54AE" w:rsidRDefault="0085747A" w14:paraId="6A728D0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Pr="009C54AE" w:rsidR="0085747A" w:rsidP="00861FF4" w:rsidRDefault="0035339E" w14:paraId="4799831D" w14:textId="32127E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>osiada 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strukturyzowaną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 xml:space="preserve"> wiedzę o normach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>zawodowych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etycznych, regulacjach prawnych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 xml:space="preserve"> i regułach organizujących struktury społeczne i instytucje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polityki społecznej</w:t>
            </w:r>
            <w:r w:rsidR="00AD7B2E">
              <w:rPr>
                <w:rFonts w:ascii="Corbel" w:hAnsi="Corbel"/>
                <w:b w:val="0"/>
                <w:smallCaps w:val="0"/>
                <w:szCs w:val="24"/>
              </w:rPr>
              <w:t xml:space="preserve"> działające na rzecz integracji społecznej</w:t>
            </w:r>
          </w:p>
        </w:tc>
        <w:tc>
          <w:tcPr>
            <w:tcW w:w="1865" w:type="dxa"/>
          </w:tcPr>
          <w:p w:rsidRPr="009C54AE" w:rsidR="0085747A" w:rsidP="00A652EE" w:rsidRDefault="00AD7B2E" w14:paraId="6747B82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652EE">
              <w:rPr>
                <w:rFonts w:ascii="Corbel" w:hAnsi="Corbel"/>
                <w:b w:val="0"/>
                <w:smallCaps w:val="0"/>
                <w:szCs w:val="24"/>
              </w:rPr>
              <w:t>W11</w:t>
            </w:r>
          </w:p>
        </w:tc>
      </w:tr>
      <w:tr w:rsidRPr="009C54AE" w:rsidR="00315AB5" w:rsidTr="00315AB5" w14:paraId="66198636" w14:textId="77777777">
        <w:tc>
          <w:tcPr>
            <w:tcW w:w="1678" w:type="dxa"/>
          </w:tcPr>
          <w:p w:rsidRPr="009C54AE" w:rsidR="00315AB5" w:rsidP="00315AB5" w:rsidRDefault="00315AB5" w14:paraId="783A66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Pr="009C54AE" w:rsidR="00315AB5" w:rsidP="00861FF4" w:rsidRDefault="00A661C9" w14:paraId="73771BD6" w14:textId="499662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a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nalizuje proponowane rozwiązania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wybranych 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problemów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ramach polityki społecznej 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>oraz umie przeciwdziałać wykluczeniu społecznemu proponując w tym zakresie odpowiednie rozstrzygnięcia</w:t>
            </w:r>
          </w:p>
        </w:tc>
        <w:tc>
          <w:tcPr>
            <w:tcW w:w="1865" w:type="dxa"/>
          </w:tcPr>
          <w:p w:rsidRPr="009C54AE" w:rsidR="00315AB5" w:rsidP="00315AB5" w:rsidRDefault="00315AB5" w14:paraId="3B73D75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 </w:t>
            </w:r>
          </w:p>
        </w:tc>
      </w:tr>
      <w:tr w:rsidRPr="009C54AE" w:rsidR="00315AB5" w:rsidTr="00315AB5" w14:paraId="2AD33043" w14:textId="77777777">
        <w:tc>
          <w:tcPr>
            <w:tcW w:w="1678" w:type="dxa"/>
          </w:tcPr>
          <w:p w:rsidRPr="009C54AE" w:rsidR="00315AB5" w:rsidP="00315AB5" w:rsidRDefault="00315AB5" w14:paraId="7C3EC2B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Pr="009C54AE" w:rsidR="00315AB5" w:rsidP="00861FF4" w:rsidRDefault="00A661C9" w14:paraId="0EC20044" w14:textId="3483228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>osiada umiejętność rozumienia ludzkich zachowań i analizowania ich motywów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uwarunkowanych polityką społeczną danego państwa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 oraz 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rezultatów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 (społecznych, kulturowych, prawnych i ekonomicznych)</w:t>
            </w:r>
          </w:p>
        </w:tc>
        <w:tc>
          <w:tcPr>
            <w:tcW w:w="1865" w:type="dxa"/>
          </w:tcPr>
          <w:p w:rsidR="00315AB5" w:rsidP="00315AB5" w:rsidRDefault="00315AB5" w14:paraId="4390F35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 12</w:t>
            </w:r>
          </w:p>
        </w:tc>
      </w:tr>
      <w:tr w:rsidRPr="009C54AE" w:rsidR="00315AB5" w:rsidTr="00315AB5" w14:paraId="3805DDB2" w14:textId="77777777">
        <w:tc>
          <w:tcPr>
            <w:tcW w:w="1678" w:type="dxa"/>
          </w:tcPr>
          <w:p w:rsidRPr="009C54AE" w:rsidR="00315AB5" w:rsidP="00315AB5" w:rsidRDefault="00315AB5" w14:paraId="02EF38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Pr="009C54AE" w:rsidR="00315AB5" w:rsidP="00861FF4" w:rsidRDefault="00A661C9" w14:paraId="2E66E975" w14:textId="6EC61D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podstawowymi podejściami teoretycznymi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polityki społecznej 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w analizowaniu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poszczególnych</w:t>
            </w:r>
            <w:r w:rsidR="00315AB5">
              <w:rPr>
                <w:rFonts w:ascii="Corbel" w:hAnsi="Corbel"/>
                <w:b w:val="0"/>
                <w:smallCaps w:val="0"/>
                <w:szCs w:val="24"/>
              </w:rPr>
              <w:t xml:space="preserve"> aspektów ludzkich zachowań w celu diagnozowania, prognozowania oraz formułowania programów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polityki społecznej</w:t>
            </w:r>
          </w:p>
        </w:tc>
        <w:tc>
          <w:tcPr>
            <w:tcW w:w="1865" w:type="dxa"/>
          </w:tcPr>
          <w:p w:rsidR="00315AB5" w:rsidP="00315AB5" w:rsidRDefault="00315AB5" w14:paraId="3D170A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Pr="009C54AE" w:rsidR="0085747A" w:rsidP="009C54AE" w:rsidRDefault="0085747A" w14:paraId="5416C83C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090C8615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Pr="009C54AE" w:rsidR="0085747A" w:rsidP="009C54AE" w:rsidRDefault="0085747A" w14:paraId="408096C4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DBBABB5" w:rsidR="0085747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Pr="00967CBD" w:rsidR="0085747A" w:rsidTr="005939C8" w14:paraId="52CB7181" w14:textId="77777777">
        <w:trPr>
          <w:gridAfter w:val="1"/>
          <w:wAfter w:w="6" w:type="dxa"/>
        </w:trPr>
        <w:tc>
          <w:tcPr>
            <w:tcW w:w="9520" w:type="dxa"/>
          </w:tcPr>
          <w:p w:rsidRPr="00967CBD" w:rsidR="0085747A" w:rsidP="009C54AE" w:rsidRDefault="0085747A" w14:paraId="3A1F0339" w14:textId="777777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67CBD" w:rsidR="005939C8" w:rsidTr="005939C8" w14:paraId="42677C72" w14:textId="77777777">
        <w:tc>
          <w:tcPr>
            <w:tcW w:w="9526" w:type="dxa"/>
            <w:gridSpan w:val="2"/>
          </w:tcPr>
          <w:p w:rsidRPr="00967CBD" w:rsidR="005939C8" w:rsidP="00B179BF" w:rsidRDefault="005939C8" w14:paraId="61CE4CDC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Pojęcie i przedmiot polityki społecznej.</w:t>
            </w:r>
          </w:p>
        </w:tc>
      </w:tr>
      <w:tr w:rsidRPr="00967CBD" w:rsidR="005939C8" w:rsidTr="005939C8" w14:paraId="7678C48C" w14:textId="77777777">
        <w:tc>
          <w:tcPr>
            <w:tcW w:w="9526" w:type="dxa"/>
            <w:gridSpan w:val="2"/>
          </w:tcPr>
          <w:p w:rsidRPr="00967CBD" w:rsidR="005939C8" w:rsidP="00B179BF" w:rsidRDefault="005939C8" w14:paraId="171E0A2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społeczna – geneza i rozwój.</w:t>
            </w:r>
          </w:p>
        </w:tc>
      </w:tr>
      <w:tr w:rsidRPr="00967CBD" w:rsidR="005939C8" w:rsidTr="005939C8" w14:paraId="68F34438" w14:textId="77777777">
        <w:tc>
          <w:tcPr>
            <w:tcW w:w="9526" w:type="dxa"/>
            <w:gridSpan w:val="2"/>
          </w:tcPr>
          <w:p w:rsidRPr="00967CBD" w:rsidR="005939C8" w:rsidP="00B179BF" w:rsidRDefault="005939C8" w14:paraId="12192027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lastRenderedPageBreak/>
              <w:t>Polska polityka społeczna w XX wieku – wybrane zagadnienia.</w:t>
            </w:r>
          </w:p>
        </w:tc>
      </w:tr>
      <w:tr w:rsidRPr="00967CBD" w:rsidR="005939C8" w:rsidTr="005939C8" w14:paraId="574D4E90" w14:textId="77777777">
        <w:tc>
          <w:tcPr>
            <w:tcW w:w="9526" w:type="dxa"/>
            <w:gridSpan w:val="2"/>
          </w:tcPr>
          <w:p w:rsidRPr="00967CBD" w:rsidR="005939C8" w:rsidP="00B179BF" w:rsidRDefault="005939C8" w14:paraId="578D003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Demograficzne aspekty polityki społecznej.</w:t>
            </w:r>
          </w:p>
        </w:tc>
      </w:tr>
      <w:tr w:rsidRPr="00967CBD" w:rsidR="005939C8" w:rsidTr="005939C8" w14:paraId="629E446F" w14:textId="77777777">
        <w:tc>
          <w:tcPr>
            <w:tcW w:w="9526" w:type="dxa"/>
            <w:gridSpan w:val="2"/>
          </w:tcPr>
          <w:p w:rsidRPr="00967CBD" w:rsidR="005939C8" w:rsidP="00B179BF" w:rsidRDefault="005939C8" w14:paraId="4BCBC05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zatrudnienia – uwarunkowania, cele i formy.</w:t>
            </w:r>
          </w:p>
        </w:tc>
      </w:tr>
      <w:tr w:rsidRPr="00967CBD" w:rsidR="005939C8" w:rsidTr="005939C8" w14:paraId="5A578E05" w14:textId="77777777">
        <w:tc>
          <w:tcPr>
            <w:tcW w:w="9526" w:type="dxa"/>
            <w:gridSpan w:val="2"/>
          </w:tcPr>
          <w:p w:rsidRPr="00967CBD" w:rsidR="005939C8" w:rsidP="002E2C16" w:rsidRDefault="005939C8" w14:paraId="6CB4421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rodzinna.</w:t>
            </w:r>
          </w:p>
        </w:tc>
      </w:tr>
      <w:tr w:rsidRPr="00967CBD" w:rsidR="005939C8" w:rsidTr="005939C8" w14:paraId="7A32BCC0" w14:textId="77777777">
        <w:tc>
          <w:tcPr>
            <w:tcW w:w="9526" w:type="dxa"/>
            <w:gridSpan w:val="2"/>
          </w:tcPr>
          <w:p w:rsidRPr="00967CBD" w:rsidR="005939C8" w:rsidP="00B179BF" w:rsidRDefault="005939C8" w14:paraId="6BF03BCB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ubezpieczeń społecznych.</w:t>
            </w:r>
          </w:p>
        </w:tc>
      </w:tr>
      <w:tr w:rsidRPr="00967CBD" w:rsidR="005939C8" w:rsidTr="005939C8" w14:paraId="54DC2ACE" w14:textId="77777777">
        <w:tc>
          <w:tcPr>
            <w:tcW w:w="9526" w:type="dxa"/>
            <w:gridSpan w:val="2"/>
          </w:tcPr>
          <w:p w:rsidRPr="00967CBD" w:rsidR="005939C8" w:rsidP="00B179BF" w:rsidRDefault="005939C8" w14:paraId="0780021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Polityka ochrony zdrowia.</w:t>
            </w:r>
          </w:p>
        </w:tc>
      </w:tr>
      <w:tr w:rsidRPr="00967CBD" w:rsidR="005939C8" w:rsidTr="005939C8" w14:paraId="78E43444" w14:textId="77777777">
        <w:tc>
          <w:tcPr>
            <w:tcW w:w="9526" w:type="dxa"/>
            <w:gridSpan w:val="2"/>
          </w:tcPr>
          <w:p w:rsidRPr="00967CBD" w:rsidR="005939C8" w:rsidP="00B179BF" w:rsidRDefault="005939C8" w14:paraId="1D62F881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Problemy ubóstwa w polityce społecznej.</w:t>
            </w:r>
          </w:p>
        </w:tc>
      </w:tr>
    </w:tbl>
    <w:p w:rsidRPr="00967CBD" w:rsidR="0085747A" w:rsidP="009C54AE" w:rsidRDefault="0085747A" w14:paraId="65B618E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67CBD" w:rsidR="0085747A" w:rsidP="009C54AE" w:rsidRDefault="0085747A" w14:paraId="15E5331A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DBBABB5" w:rsidR="0085747A">
        <w:rPr>
          <w:rFonts w:ascii="Corbel" w:hAnsi="Corbel"/>
          <w:sz w:val="24"/>
          <w:szCs w:val="24"/>
        </w:rPr>
        <w:t>Problematyka ćwiczeń audytoryjnych, konwersatoryjnych, laboratoryjnych</w:t>
      </w:r>
      <w:r w:rsidRPr="5DBBABB5" w:rsidR="009F4610">
        <w:rPr>
          <w:rFonts w:ascii="Corbel" w:hAnsi="Corbel"/>
          <w:sz w:val="24"/>
          <w:szCs w:val="24"/>
        </w:rPr>
        <w:t xml:space="preserve">, </w:t>
      </w:r>
      <w:r w:rsidRPr="5DBBABB5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Pr="00967CBD" w:rsidR="0085747A" w:rsidTr="00967CBD" w14:paraId="1CB14EAA" w14:textId="77777777">
        <w:trPr>
          <w:gridAfter w:val="1"/>
          <w:wAfter w:w="6" w:type="dxa"/>
        </w:trPr>
        <w:tc>
          <w:tcPr>
            <w:tcW w:w="9520" w:type="dxa"/>
          </w:tcPr>
          <w:p w:rsidRPr="00967CBD" w:rsidR="0085747A" w:rsidP="009C54AE" w:rsidRDefault="0085747A" w14:paraId="5D157EE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7C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67CBD" w:rsidR="006A4F06" w:rsidTr="0035339E" w14:paraId="7FA170DB" w14:textId="77777777">
        <w:tc>
          <w:tcPr>
            <w:tcW w:w="9526" w:type="dxa"/>
            <w:gridSpan w:val="2"/>
            <w:shd w:val="clear" w:color="auto" w:fill="auto"/>
          </w:tcPr>
          <w:p w:rsidRPr="00E45F4D" w:rsidR="006A4F06" w:rsidP="00861FF4" w:rsidRDefault="007328CC" w14:paraId="1893F818" w14:textId="2E98AC6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Zasady, cele oraz p</w:t>
            </w:r>
            <w:r w:rsidRPr="00E45F4D" w:rsidR="006A4F06">
              <w:rPr>
                <w:rFonts w:ascii="Corbel" w:hAnsi="Corbel"/>
                <w:sz w:val="24"/>
                <w:szCs w:val="24"/>
              </w:rPr>
              <w:t>odstawowe</w:t>
            </w:r>
            <w:r w:rsidRPr="00E45F4D" w:rsidR="0002440B">
              <w:rPr>
                <w:rFonts w:ascii="Corbel" w:hAnsi="Corbel"/>
                <w:sz w:val="24"/>
                <w:szCs w:val="24"/>
              </w:rPr>
              <w:t xml:space="preserve"> strategie polityki społecznej</w:t>
            </w:r>
          </w:p>
        </w:tc>
      </w:tr>
      <w:tr w:rsidRPr="009C54AE" w:rsidR="00967CBD" w:rsidTr="0035339E" w14:paraId="6F153D9D" w14:textId="77777777">
        <w:tc>
          <w:tcPr>
            <w:tcW w:w="9526" w:type="dxa"/>
            <w:gridSpan w:val="2"/>
            <w:shd w:val="clear" w:color="auto" w:fill="auto"/>
          </w:tcPr>
          <w:p w:rsidRPr="00E45F4D" w:rsidR="00967CBD" w:rsidP="00861FF4" w:rsidRDefault="00967CBD" w14:paraId="0892495E" w14:textId="1074ABE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Podmioty polityki społecznej – ich struktura i rola</w:t>
            </w:r>
          </w:p>
        </w:tc>
      </w:tr>
      <w:tr w:rsidRPr="009C54AE" w:rsidR="007D2807" w:rsidTr="0035339E" w14:paraId="46B6A7F3" w14:textId="77777777">
        <w:tc>
          <w:tcPr>
            <w:tcW w:w="9526" w:type="dxa"/>
            <w:gridSpan w:val="2"/>
            <w:shd w:val="clear" w:color="auto" w:fill="auto"/>
          </w:tcPr>
          <w:p w:rsidRPr="00E45F4D" w:rsidR="007D2807" w:rsidP="00861FF4" w:rsidRDefault="007370EA" w14:paraId="1982B717" w14:textId="149A10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Aktywna</w:t>
            </w:r>
            <w:r w:rsidRPr="00E45F4D" w:rsidR="007A41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45F4D">
              <w:rPr>
                <w:rFonts w:ascii="Corbel" w:hAnsi="Corbel"/>
                <w:sz w:val="24"/>
                <w:szCs w:val="24"/>
              </w:rPr>
              <w:t>Polityka S</w:t>
            </w:r>
            <w:r w:rsidRPr="00E45F4D" w:rsidR="007D2807">
              <w:rPr>
                <w:rFonts w:ascii="Corbel" w:hAnsi="Corbel"/>
                <w:sz w:val="24"/>
                <w:szCs w:val="24"/>
              </w:rPr>
              <w:t>połeczna</w:t>
            </w:r>
            <w:r w:rsidRPr="00E45F4D">
              <w:rPr>
                <w:rFonts w:ascii="Corbel" w:hAnsi="Corbel"/>
                <w:sz w:val="24"/>
                <w:szCs w:val="24"/>
              </w:rPr>
              <w:t xml:space="preserve"> (APS)</w:t>
            </w:r>
            <w:r w:rsidRPr="00E45F4D" w:rsidR="007D2807">
              <w:rPr>
                <w:rFonts w:ascii="Corbel" w:hAnsi="Corbel"/>
                <w:sz w:val="24"/>
                <w:szCs w:val="24"/>
              </w:rPr>
              <w:t xml:space="preserve"> – jej wyzwania i założenia</w:t>
            </w:r>
          </w:p>
        </w:tc>
      </w:tr>
      <w:tr w:rsidRPr="009C54AE" w:rsidR="00967CBD" w:rsidTr="0035339E" w14:paraId="498B8365" w14:textId="77777777">
        <w:tc>
          <w:tcPr>
            <w:tcW w:w="9526" w:type="dxa"/>
            <w:gridSpan w:val="2"/>
            <w:shd w:val="clear" w:color="auto" w:fill="auto"/>
          </w:tcPr>
          <w:p w:rsidRPr="00E45F4D" w:rsidR="00967CBD" w:rsidP="00861FF4" w:rsidRDefault="00967CBD" w14:paraId="1CE99F28" w14:textId="07DEA9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Wielosektorowa polityka społeczna. Powiązanie zadań polityki społecznej z celami organizacji pozarządowych</w:t>
            </w:r>
          </w:p>
        </w:tc>
      </w:tr>
      <w:tr w:rsidRPr="009C54AE" w:rsidR="00967CBD" w:rsidTr="0035339E" w14:paraId="15035074" w14:textId="77777777">
        <w:tc>
          <w:tcPr>
            <w:tcW w:w="9526" w:type="dxa"/>
            <w:gridSpan w:val="2"/>
            <w:shd w:val="clear" w:color="auto" w:fill="auto"/>
          </w:tcPr>
          <w:p w:rsidRPr="00E45F4D" w:rsidR="00967CBD" w:rsidP="00861FF4" w:rsidRDefault="00E45F4D" w14:paraId="083C8692" w14:textId="57AE0F3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W</w:t>
            </w:r>
            <w:r w:rsidRPr="00E45F4D" w:rsidR="00245A3F">
              <w:rPr>
                <w:rFonts w:ascii="Corbel" w:hAnsi="Corbel"/>
                <w:sz w:val="24"/>
                <w:szCs w:val="24"/>
              </w:rPr>
              <w:t>spółczesna polityka mieszkaniowa</w:t>
            </w:r>
            <w:r w:rsidRPr="00E45F4D" w:rsidR="007370EA">
              <w:rPr>
                <w:rFonts w:ascii="Corbel" w:hAnsi="Corbel"/>
                <w:sz w:val="24"/>
                <w:szCs w:val="24"/>
              </w:rPr>
              <w:t xml:space="preserve"> w Polsce </w:t>
            </w:r>
          </w:p>
        </w:tc>
      </w:tr>
      <w:tr w:rsidRPr="009C54AE" w:rsidR="007D2807" w:rsidTr="0035339E" w14:paraId="3E1145F3" w14:textId="77777777">
        <w:tc>
          <w:tcPr>
            <w:tcW w:w="9526" w:type="dxa"/>
            <w:gridSpan w:val="2"/>
            <w:shd w:val="clear" w:color="auto" w:fill="auto"/>
          </w:tcPr>
          <w:p w:rsidRPr="00E45F4D" w:rsidR="007D2807" w:rsidP="00861FF4" w:rsidRDefault="007D2807" w14:paraId="50F76602" w14:textId="38E454A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Dzieci i młodzież w programach polityki społecznej</w:t>
            </w:r>
          </w:p>
        </w:tc>
      </w:tr>
      <w:tr w:rsidRPr="009C54AE" w:rsidR="00434076" w:rsidTr="0035339E" w14:paraId="606F517F" w14:textId="77777777">
        <w:tc>
          <w:tcPr>
            <w:tcW w:w="9526" w:type="dxa"/>
            <w:gridSpan w:val="2"/>
            <w:shd w:val="clear" w:color="auto" w:fill="auto"/>
          </w:tcPr>
          <w:p w:rsidRPr="00E45F4D" w:rsidR="00434076" w:rsidP="00861FF4" w:rsidRDefault="00245A3F" w14:paraId="5F29C4CA" w14:textId="103B32C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Polityka rynku pracy: od działań osłonowych do aktywizacji zawodowej</w:t>
            </w:r>
          </w:p>
        </w:tc>
      </w:tr>
      <w:tr w:rsidRPr="009C54AE" w:rsidR="00967CBD" w:rsidTr="0035339E" w14:paraId="11242A2E" w14:textId="77777777">
        <w:tc>
          <w:tcPr>
            <w:tcW w:w="9526" w:type="dxa"/>
            <w:gridSpan w:val="2"/>
            <w:shd w:val="clear" w:color="auto" w:fill="auto"/>
          </w:tcPr>
          <w:p w:rsidRPr="00E45F4D" w:rsidR="00967CBD" w:rsidP="00861FF4" w:rsidRDefault="007D2807" w14:paraId="3B323B92" w14:textId="79D9AF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Starość i seniorzy w programach gerontologicznych</w:t>
            </w:r>
            <w:r w:rsidRPr="00E45F4D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</w:p>
        </w:tc>
      </w:tr>
      <w:tr w:rsidRPr="009C54AE" w:rsidR="00967CBD" w:rsidTr="0035339E" w14:paraId="5B1D3318" w14:textId="77777777">
        <w:tc>
          <w:tcPr>
            <w:tcW w:w="9526" w:type="dxa"/>
            <w:gridSpan w:val="2"/>
            <w:shd w:val="clear" w:color="auto" w:fill="auto"/>
          </w:tcPr>
          <w:p w:rsidRPr="00E45F4D" w:rsidR="00967CBD" w:rsidP="00861FF4" w:rsidRDefault="00967CBD" w14:paraId="3372EDE5" w14:textId="4913713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Fundusze ubezpieczeń społecznych: ZUS, KRUS, NFZ</w:t>
            </w:r>
          </w:p>
        </w:tc>
      </w:tr>
      <w:tr w:rsidRPr="009C54AE" w:rsidR="00967CBD" w:rsidTr="0035339E" w14:paraId="68CB8A1E" w14:textId="77777777">
        <w:tc>
          <w:tcPr>
            <w:tcW w:w="9526" w:type="dxa"/>
            <w:gridSpan w:val="2"/>
            <w:shd w:val="clear" w:color="auto" w:fill="auto"/>
          </w:tcPr>
          <w:p w:rsidRPr="00E45F4D" w:rsidR="00967CBD" w:rsidP="00861FF4" w:rsidRDefault="006A4F06" w14:paraId="1092BF8F" w14:textId="4B67F1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 xml:space="preserve">Społeczne koszty Covid-19 </w:t>
            </w:r>
          </w:p>
        </w:tc>
      </w:tr>
      <w:tr w:rsidRPr="009C54AE" w:rsidR="007D2807" w:rsidTr="0035339E" w14:paraId="2F8CDA01" w14:textId="77777777">
        <w:tc>
          <w:tcPr>
            <w:tcW w:w="9526" w:type="dxa"/>
            <w:gridSpan w:val="2"/>
            <w:shd w:val="clear" w:color="auto" w:fill="auto"/>
          </w:tcPr>
          <w:p w:rsidRPr="00E45F4D" w:rsidR="007D2807" w:rsidP="00861FF4" w:rsidRDefault="007370EA" w14:paraId="769E3CBB" w14:textId="10FC50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Marginalizacja, dyskryminacja</w:t>
            </w:r>
            <w:r w:rsidRPr="00E45F4D" w:rsidR="007D2807">
              <w:rPr>
                <w:rFonts w:ascii="Corbel" w:hAnsi="Corbel"/>
                <w:sz w:val="24"/>
                <w:szCs w:val="24"/>
              </w:rPr>
              <w:t xml:space="preserve"> i wykluczenie społeczne</w:t>
            </w:r>
            <w:r w:rsidRPr="00E45F4D" w:rsidR="00861FF4">
              <w:rPr>
                <w:rFonts w:ascii="Corbel" w:hAnsi="Corbel"/>
                <w:sz w:val="24"/>
                <w:szCs w:val="24"/>
              </w:rPr>
              <w:t>,</w:t>
            </w:r>
            <w:r w:rsidRPr="00E45F4D">
              <w:rPr>
                <w:rFonts w:ascii="Corbel" w:hAnsi="Corbel"/>
                <w:sz w:val="24"/>
                <w:szCs w:val="24"/>
              </w:rPr>
              <w:t xml:space="preserve"> a APS jako narzędzie integracji społecznej</w:t>
            </w:r>
          </w:p>
        </w:tc>
      </w:tr>
      <w:tr w:rsidRPr="009C54AE" w:rsidR="007D2807" w:rsidTr="0035339E" w14:paraId="04A336BC" w14:textId="77777777">
        <w:tc>
          <w:tcPr>
            <w:tcW w:w="9526" w:type="dxa"/>
            <w:gridSpan w:val="2"/>
            <w:shd w:val="clear" w:color="auto" w:fill="auto"/>
          </w:tcPr>
          <w:p w:rsidRPr="00E45F4D" w:rsidR="007D2807" w:rsidP="00861FF4" w:rsidRDefault="007D2807" w14:paraId="1E1AC924" w14:textId="2461382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45F4D">
              <w:rPr>
                <w:rFonts w:ascii="Corbel" w:hAnsi="Corbel"/>
                <w:sz w:val="24"/>
                <w:szCs w:val="24"/>
              </w:rPr>
              <w:t>Żebractwo i bezdomność</w:t>
            </w:r>
            <w:r w:rsidRPr="00E45F4D" w:rsidR="00E45F4D">
              <w:rPr>
                <w:rFonts w:ascii="Corbel" w:hAnsi="Corbel"/>
                <w:sz w:val="24"/>
                <w:szCs w:val="24"/>
              </w:rPr>
              <w:t xml:space="preserve"> oraz problem ubóstwa</w:t>
            </w:r>
            <w:r w:rsidRPr="00E45F4D">
              <w:rPr>
                <w:rFonts w:ascii="Corbel" w:hAnsi="Corbel"/>
                <w:sz w:val="24"/>
                <w:szCs w:val="24"/>
              </w:rPr>
              <w:t xml:space="preserve"> – przyczyny, przejawy i formy pomocy</w:t>
            </w:r>
          </w:p>
        </w:tc>
      </w:tr>
    </w:tbl>
    <w:p w:rsidRPr="009C54AE" w:rsidR="0085747A" w:rsidP="009C54AE" w:rsidRDefault="0085747A" w14:paraId="34A7038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063E3D9D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1CCE6A0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P="009C54AE" w:rsidRDefault="00153C41" w14:paraId="35C67F03" w14:textId="7777777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Pr="00153C41" w:rsidR="00923D7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153C41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P="009C54AE" w:rsidRDefault="00153C41" w14:paraId="1B036238" w14:textId="0E6A3C5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238F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Pr="007238FF" w:rsidR="009F461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Pr="007238FF" w:rsidR="00923D7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Pr="007238FF" w:rsidR="0085747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Pr="007238FF" w:rsidR="00861FF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multimedialną, gry dydaktyczne.</w:t>
      </w:r>
    </w:p>
    <w:p w:rsidR="00E960BB" w:rsidP="009C54AE" w:rsidRDefault="00E960BB" w14:paraId="6BDBC6C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P="009C54AE" w:rsidRDefault="00E960BB" w14:paraId="696672B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1A4D064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7F73D38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2F45C3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73839AA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Pr="009C54AE" w:rsidR="0085747A" w:rsidTr="5DBBABB5" w14:paraId="4645D845" w14:textId="77777777">
        <w:trPr>
          <w:gridAfter w:val="1"/>
          <w:wAfter w:w="9" w:type="dxa"/>
        </w:trPr>
        <w:tc>
          <w:tcPr>
            <w:tcW w:w="1961" w:type="dxa"/>
            <w:tcMar/>
            <w:vAlign w:val="center"/>
          </w:tcPr>
          <w:p w:rsidRPr="009C54AE" w:rsidR="0085747A" w:rsidP="009C54AE" w:rsidRDefault="0071620A" w14:paraId="1ACFDFB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Mar/>
            <w:vAlign w:val="center"/>
          </w:tcPr>
          <w:p w:rsidRPr="009C54AE" w:rsidR="0085747A" w:rsidP="009C54AE" w:rsidRDefault="00F974DA" w14:paraId="33C750E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078197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tcMar/>
            <w:vAlign w:val="center"/>
          </w:tcPr>
          <w:p w:rsidRPr="009C54AE" w:rsidR="00923D7D" w:rsidP="009C54AE" w:rsidRDefault="0085747A" w14:paraId="1A76D3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BA0E3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837CD1" w:rsidTr="5DBBABB5" w14:paraId="3ED35476" w14:textId="77777777">
        <w:tc>
          <w:tcPr>
            <w:tcW w:w="1961" w:type="dxa"/>
            <w:tcMar/>
          </w:tcPr>
          <w:p w:rsidRPr="00414DE4" w:rsidR="00837CD1" w:rsidP="00B179BF" w:rsidRDefault="00837CD1" w14:paraId="0086BAF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14D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14D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  <w:tcMar/>
          </w:tcPr>
          <w:p w:rsidRPr="00414DE4" w:rsidR="00837CD1" w:rsidP="00837CD1" w:rsidRDefault="00837CD1" w14:paraId="4BBF5EC9" w14:textId="3C5979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egzamin pisemny</w:t>
            </w:r>
          </w:p>
        </w:tc>
        <w:tc>
          <w:tcPr>
            <w:tcW w:w="2126" w:type="dxa"/>
            <w:gridSpan w:val="2"/>
            <w:tcMar/>
          </w:tcPr>
          <w:p w:rsidRPr="00414DE4" w:rsidR="00837CD1" w:rsidP="00B179BF" w:rsidRDefault="00837CD1" w14:paraId="07A422A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9C54AE" w:rsidR="00837CD1" w:rsidTr="5DBBABB5" w14:paraId="2EFE225D" w14:textId="77777777">
        <w:tc>
          <w:tcPr>
            <w:tcW w:w="1961" w:type="dxa"/>
            <w:tcMar/>
          </w:tcPr>
          <w:p w:rsidRPr="00414DE4" w:rsidR="00837CD1" w:rsidP="00B179BF" w:rsidRDefault="00837CD1" w14:paraId="4C5C183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Mar/>
          </w:tcPr>
          <w:p w:rsidRPr="00414DE4" w:rsidR="00837CD1" w:rsidP="5DBBABB5" w:rsidRDefault="00837CD1" w14:paraId="041AF983" w14:textId="1E7192E7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</w:rPr>
            </w:pPr>
            <w:r w:rsidRPr="5DBBABB5" w:rsidR="25DC8F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Kolokwium </w:t>
            </w:r>
            <w:r w:rsidRPr="5DBBABB5" w:rsidR="25DC8F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zaliczeniowe,</w:t>
            </w:r>
            <w:r w:rsidRPr="5DBBABB5" w:rsidR="00861FF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5DBBABB5" w:rsidR="25DC8F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egzamin</w:t>
            </w:r>
            <w:r w:rsidRPr="5DBBABB5" w:rsidR="25DC8F1E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pisemny</w:t>
            </w:r>
          </w:p>
        </w:tc>
        <w:tc>
          <w:tcPr>
            <w:tcW w:w="2126" w:type="dxa"/>
            <w:gridSpan w:val="2"/>
            <w:tcMar/>
          </w:tcPr>
          <w:p w:rsidRPr="00414DE4" w:rsidR="00837CD1" w:rsidP="00B179BF" w:rsidRDefault="00837CD1" w14:paraId="19E2DB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9C54AE" w:rsidR="00837CD1" w:rsidTr="5DBBABB5" w14:paraId="0457196A" w14:textId="77777777">
        <w:tc>
          <w:tcPr>
            <w:tcW w:w="1961" w:type="dxa"/>
            <w:tcMar/>
          </w:tcPr>
          <w:p w:rsidRPr="00414DE4" w:rsidR="00837CD1" w:rsidP="00B179BF" w:rsidRDefault="00837CD1" w14:paraId="667910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Mar/>
          </w:tcPr>
          <w:p w:rsidRPr="00414DE4" w:rsidR="00837CD1" w:rsidP="00837CD1" w:rsidRDefault="00837CD1" w14:paraId="4D72E42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egzamin pisemny</w:t>
            </w:r>
          </w:p>
        </w:tc>
        <w:tc>
          <w:tcPr>
            <w:tcW w:w="2126" w:type="dxa"/>
            <w:gridSpan w:val="2"/>
            <w:tcMar/>
          </w:tcPr>
          <w:p w:rsidRPr="00414DE4" w:rsidR="00837CD1" w:rsidP="00B179BF" w:rsidRDefault="00837CD1" w14:paraId="4BA7EDB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9C54AE" w:rsidR="00837CD1" w:rsidTr="5DBBABB5" w14:paraId="6E12335E" w14:textId="77777777">
        <w:tc>
          <w:tcPr>
            <w:tcW w:w="1961" w:type="dxa"/>
            <w:tcMar/>
          </w:tcPr>
          <w:p w:rsidRPr="00414DE4" w:rsidR="00837CD1" w:rsidP="00B179BF" w:rsidRDefault="00837CD1" w14:paraId="1C76B7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9" w:type="dxa"/>
            <w:tcMar/>
          </w:tcPr>
          <w:p w:rsidRPr="00414DE4" w:rsidR="00837CD1" w:rsidP="00837CD1" w:rsidRDefault="00837CD1" w14:paraId="115C024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egzamin pisemny</w:t>
            </w:r>
          </w:p>
        </w:tc>
        <w:tc>
          <w:tcPr>
            <w:tcW w:w="2126" w:type="dxa"/>
            <w:gridSpan w:val="2"/>
            <w:tcMar/>
          </w:tcPr>
          <w:p w:rsidRPr="00414DE4" w:rsidR="00837CD1" w:rsidP="00B179BF" w:rsidRDefault="00837CD1" w14:paraId="11CFDB0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Pr="009C54AE" w:rsidR="00837CD1" w:rsidTr="5DBBABB5" w14:paraId="16A1CF84" w14:textId="77777777">
        <w:tc>
          <w:tcPr>
            <w:tcW w:w="1961" w:type="dxa"/>
            <w:tcMar/>
          </w:tcPr>
          <w:p w:rsidRPr="00414DE4" w:rsidR="00837CD1" w:rsidP="00B179BF" w:rsidRDefault="00837CD1" w14:paraId="4B4994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9" w:type="dxa"/>
            <w:tcMar/>
          </w:tcPr>
          <w:p w:rsidRPr="00414DE4" w:rsidR="00837CD1" w:rsidP="00CB7291" w:rsidRDefault="00CB7291" w14:paraId="60C7A738" w14:textId="20EE497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861F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 w:rsidRPr="00414D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egzamin pisemny </w:t>
            </w:r>
          </w:p>
        </w:tc>
        <w:tc>
          <w:tcPr>
            <w:tcW w:w="2126" w:type="dxa"/>
            <w:gridSpan w:val="2"/>
            <w:tcMar/>
          </w:tcPr>
          <w:p w:rsidRPr="00414DE4" w:rsidR="00837CD1" w:rsidP="00B179BF" w:rsidRDefault="00837CD1" w14:paraId="6666F3B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4DE4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</w:tbl>
    <w:p w:rsidRPr="009C54AE" w:rsidR="00923D7D" w:rsidP="009C54AE" w:rsidRDefault="00923D7D" w14:paraId="58A2A85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847BC" w14:paraId="7321AE1B" w14:textId="523183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9C54AE" w:rsidR="003E1941">
        <w:rPr>
          <w:rFonts w:ascii="Corbel" w:hAnsi="Corbel"/>
          <w:smallCaps w:val="0"/>
          <w:szCs w:val="24"/>
        </w:rPr>
        <w:lastRenderedPageBreak/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6E21361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923D7D" w14:paraId="787BED49" w14:textId="77777777">
        <w:tc>
          <w:tcPr>
            <w:tcW w:w="9670" w:type="dxa"/>
          </w:tcPr>
          <w:p w:rsidRPr="007238FF" w:rsidR="00414DE4" w:rsidP="00414DE4" w:rsidRDefault="00414DE4" w14:paraId="0B253354" w14:textId="1EB91E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38F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Pr="007238FF" w:rsidR="00861FF4">
              <w:rPr>
                <w:rFonts w:ascii="Corbel" w:hAnsi="Corbel"/>
                <w:b w:val="0"/>
                <w:smallCaps w:val="0"/>
                <w:szCs w:val="24"/>
              </w:rPr>
              <w:t xml:space="preserve"> – elementy składowe oceny</w:t>
            </w:r>
          </w:p>
          <w:p w:rsidRPr="007238FF" w:rsidR="00861FF4" w:rsidP="00861FF4" w:rsidRDefault="00861FF4" w14:paraId="068DBA80" w14:textId="2FA262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1. ocena końcowa z kolokwium zaliczeniowego – 100 % (punkty z kolokwium przeliczane są na %).</w:t>
            </w:r>
          </w:p>
          <w:p w:rsidRPr="007238FF" w:rsidR="00861FF4" w:rsidP="00861FF4" w:rsidRDefault="00861FF4" w14:paraId="063884C3" w14:textId="65D00F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 xml:space="preserve">2. aktywność na zajęciach i udział w dyskusji – dodatkowo maksymalnie do 10% (wynik sumaryczny nie może przekroczyć 100%). </w:t>
            </w:r>
          </w:p>
          <w:p w:rsidRPr="007238FF" w:rsidR="00861FF4" w:rsidP="00861FF4" w:rsidRDefault="00861FF4" w14:paraId="4149F286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7238FF" w:rsidR="00861FF4" w:rsidP="00861FF4" w:rsidRDefault="00861FF4" w14:paraId="4CE9D5AC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7238FF" w:rsidR="00861FF4" w:rsidP="00861FF4" w:rsidRDefault="00861FF4" w14:paraId="41B6FCE7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• 91% - 100% (5.0)</w:t>
            </w:r>
          </w:p>
          <w:p w:rsidRPr="007238FF" w:rsidR="00861FF4" w:rsidP="00861FF4" w:rsidRDefault="00861FF4" w14:paraId="24110675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• 82% - 90% (4.5)</w:t>
            </w:r>
          </w:p>
          <w:p w:rsidRPr="007238FF" w:rsidR="00861FF4" w:rsidP="00861FF4" w:rsidRDefault="00861FF4" w14:paraId="3C31767E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• 73% - 81% (4.0)</w:t>
            </w:r>
          </w:p>
          <w:p w:rsidRPr="007238FF" w:rsidR="00861FF4" w:rsidP="00861FF4" w:rsidRDefault="00861FF4" w14:paraId="509B9E42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• 64% - 72% (3.5)</w:t>
            </w:r>
          </w:p>
          <w:p w:rsidRPr="007238FF" w:rsidR="00861FF4" w:rsidP="00861FF4" w:rsidRDefault="00861FF4" w14:paraId="7D1325AF" w14:textId="777777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238FF">
              <w:rPr>
                <w:rFonts w:ascii="Corbel" w:hAnsi="Corbel"/>
                <w:sz w:val="24"/>
                <w:szCs w:val="24"/>
              </w:rPr>
              <w:t>• 55% - 63% (3.0)</w:t>
            </w:r>
          </w:p>
          <w:p w:rsidR="00861FF4" w:rsidP="00861FF4" w:rsidRDefault="00861FF4" w14:paraId="0D081D0B" w14:textId="03A04DE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238FF">
              <w:rPr>
                <w:rFonts w:ascii="Corbel" w:hAnsi="Corbel"/>
                <w:b w:val="0"/>
                <w:bCs/>
                <w:szCs w:val="24"/>
              </w:rPr>
              <w:t>• poniżej 55% (2.0).</w:t>
            </w:r>
          </w:p>
          <w:p w:rsidR="00861FF4" w:rsidP="00861FF4" w:rsidRDefault="00861FF4" w14:paraId="37DA4FA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Pr="00414DE4" w:rsidR="0085747A" w:rsidP="00414DE4" w:rsidRDefault="00414DE4" w14:paraId="2D2ED3B1" w14:textId="7777777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obecność na wykładach, pozytywna ocena z egzaminu pisemnego</w:t>
            </w:r>
          </w:p>
        </w:tc>
      </w:tr>
    </w:tbl>
    <w:p w:rsidRPr="009C54AE" w:rsidR="0085747A" w:rsidP="009C54AE" w:rsidRDefault="0085747A" w14:paraId="454B0E5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B7307E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3704493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431ADCD8" w14:textId="77777777">
        <w:tc>
          <w:tcPr>
            <w:tcW w:w="4962" w:type="dxa"/>
            <w:vAlign w:val="center"/>
          </w:tcPr>
          <w:p w:rsidRPr="009C54AE" w:rsidR="0085747A" w:rsidP="009C54AE" w:rsidRDefault="00C61DC5" w14:paraId="3A79CAAD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6D6126D0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3A96B80D" w14:textId="77777777">
        <w:tc>
          <w:tcPr>
            <w:tcW w:w="4962" w:type="dxa"/>
          </w:tcPr>
          <w:p w:rsidRPr="009C54AE" w:rsidR="0085747A" w:rsidP="009C54AE" w:rsidRDefault="00C61DC5" w14:paraId="789717DE" w14:textId="5C750F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72281E" w:rsidRDefault="0072281E" w14:paraId="577B91D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9C54AE" w:rsidR="00C61DC5" w:rsidTr="00923D7D" w14:paraId="41AC2A52" w14:textId="77777777">
        <w:tc>
          <w:tcPr>
            <w:tcW w:w="4962" w:type="dxa"/>
          </w:tcPr>
          <w:p w:rsidRPr="009C54AE" w:rsidR="00C61DC5" w:rsidP="009C54AE" w:rsidRDefault="00C61DC5" w14:paraId="431FA7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306914F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72281E" w:rsidRDefault="0072281E" w14:paraId="4A5533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9C54AE" w:rsidR="00C61DC5" w:rsidTr="00923D7D" w14:paraId="66B47538" w14:textId="77777777">
        <w:tc>
          <w:tcPr>
            <w:tcW w:w="4962" w:type="dxa"/>
          </w:tcPr>
          <w:p w:rsidRPr="009C54AE" w:rsidR="0071620A" w:rsidP="009C54AE" w:rsidRDefault="00C61DC5" w14:paraId="04E067A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Pr="009C54AE" w:rsidR="00C61DC5" w:rsidP="009C54AE" w:rsidRDefault="00C61DC5" w14:paraId="2FF53FA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Pr="009C54AE" w:rsidR="00C61DC5" w:rsidP="0072281E" w:rsidRDefault="0072281E" w14:paraId="6E98605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7A6B7307" w14:textId="77777777">
        <w:tc>
          <w:tcPr>
            <w:tcW w:w="4962" w:type="dxa"/>
          </w:tcPr>
          <w:p w:rsidRPr="009C54AE" w:rsidR="0085747A" w:rsidP="009C54AE" w:rsidRDefault="0085747A" w14:paraId="3401C52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72281E" w:rsidRDefault="0072281E" w14:paraId="42F63566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9C54AE" w:rsidR="0085747A" w:rsidTr="00923D7D" w14:paraId="4C476008" w14:textId="77777777">
        <w:tc>
          <w:tcPr>
            <w:tcW w:w="4962" w:type="dxa"/>
          </w:tcPr>
          <w:p w:rsidRPr="009C54AE" w:rsidR="0085747A" w:rsidP="009C54AE" w:rsidRDefault="0085747A" w14:paraId="0728BFB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514BC7" w:rsidR="0085747A" w:rsidP="0072281E" w:rsidRDefault="0072281E" w14:paraId="41509A9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514BC7">
              <w:rPr>
                <w:rFonts w:ascii="Corbel" w:hAnsi="Corbel"/>
                <w:bCs/>
                <w:sz w:val="24"/>
                <w:szCs w:val="24"/>
              </w:rPr>
              <w:t>5</w:t>
            </w:r>
          </w:p>
        </w:tc>
      </w:tr>
    </w:tbl>
    <w:p w:rsidRPr="009C54AE" w:rsidR="0085747A" w:rsidP="009C54AE" w:rsidRDefault="00923D7D" w14:paraId="693BF03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3B7A671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61D278CF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2717CA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9C54AE" w:rsidR="00C847BC" w:rsidTr="5DBBABB5" w14:paraId="73FDDE00" w14:textId="77777777">
        <w:trPr>
          <w:trHeight w:val="397"/>
        </w:trPr>
        <w:tc>
          <w:tcPr>
            <w:tcW w:w="3544" w:type="dxa"/>
            <w:tcMar/>
          </w:tcPr>
          <w:p w:rsidRPr="009C54AE" w:rsidR="00C847BC" w:rsidP="00C847BC" w:rsidRDefault="00C847BC" w14:paraId="36C8229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Mar/>
          </w:tcPr>
          <w:p w:rsidRPr="00C847BC" w:rsidR="00C847BC" w:rsidP="00C847BC" w:rsidRDefault="00C847BC" w14:paraId="36E46B87" w14:textId="4EEF6A4B">
            <w:pPr>
              <w:rPr>
                <w:rFonts w:ascii="Corbel" w:hAnsi="Corbel"/>
                <w:b/>
                <w:smallCaps/>
              </w:rPr>
            </w:pPr>
            <w:r w:rsidRPr="00C847BC">
              <w:rPr>
                <w:rFonts w:ascii="Corbel" w:hAnsi="Corbel"/>
              </w:rPr>
              <w:t>Nie dotyczy</w:t>
            </w:r>
          </w:p>
        </w:tc>
      </w:tr>
      <w:tr w:rsidRPr="009C54AE" w:rsidR="00C847BC" w:rsidTr="5DBBABB5" w14:paraId="58EBD39F" w14:textId="77777777">
        <w:trPr>
          <w:trHeight w:val="397"/>
        </w:trPr>
        <w:tc>
          <w:tcPr>
            <w:tcW w:w="3544" w:type="dxa"/>
            <w:tcMar/>
          </w:tcPr>
          <w:p w:rsidRPr="009C54AE" w:rsidR="00C847BC" w:rsidP="00C847BC" w:rsidRDefault="00C847BC" w14:paraId="6D3A9C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C847BC" w:rsidR="00C847BC" w:rsidP="00C847BC" w:rsidRDefault="00C847BC" w14:paraId="7C941B64" w14:textId="56152292">
            <w:pPr>
              <w:rPr>
                <w:rFonts w:ascii="Corbel" w:hAnsi="Corbel"/>
                <w:b/>
                <w:smallCaps/>
              </w:rPr>
            </w:pPr>
            <w:r w:rsidRPr="00C847BC">
              <w:rPr>
                <w:rFonts w:ascii="Corbel" w:hAnsi="Corbel"/>
              </w:rPr>
              <w:t>Nie dotyczy</w:t>
            </w:r>
          </w:p>
        </w:tc>
      </w:tr>
    </w:tbl>
    <w:p w:rsidRPr="009C54AE" w:rsidR="00514BC7" w:rsidP="009C54AE" w:rsidRDefault="00514BC7" w14:paraId="297C19F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446A4EB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3D5AB50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13"/>
      </w:tblGrid>
      <w:tr w:rsidRPr="009C54AE" w:rsidR="007F4839" w:rsidTr="5DBBABB5" w14:paraId="6088FB3C" w14:textId="77777777">
        <w:trPr>
          <w:trHeight w:val="397"/>
        </w:trPr>
        <w:tc>
          <w:tcPr>
            <w:tcW w:w="7513" w:type="dxa"/>
            <w:tcMar/>
          </w:tcPr>
          <w:p w:rsidRPr="00A535C8" w:rsidR="007F4839" w:rsidP="007F4839" w:rsidRDefault="007F4839" w14:paraId="384BA6A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5DBBABB5" w:rsidR="52CDD3B1">
              <w:rPr>
                <w:rFonts w:ascii="Corbel" w:hAnsi="Corbel"/>
                <w:b w:val="0"/>
                <w:bCs w:val="0"/>
                <w:caps w:val="0"/>
                <w:smallCaps w:val="0"/>
              </w:rPr>
              <w:t>Literatura podstawowa:</w:t>
            </w:r>
          </w:p>
          <w:p w:rsidR="5DBBABB5" w:rsidP="5DBBABB5" w:rsidRDefault="5DBBABB5" w14:paraId="3A379E37" w14:textId="3BA98133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</w:p>
          <w:p w:rsidR="007F4839" w:rsidP="007F4839" w:rsidRDefault="007F4839" w14:paraId="494523A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56FF">
              <w:rPr>
                <w:rFonts w:ascii="Corbel" w:hAnsi="Corbel"/>
                <w:sz w:val="24"/>
                <w:szCs w:val="24"/>
              </w:rPr>
              <w:t>Auleytner</w:t>
            </w:r>
            <w:proofErr w:type="spellEnd"/>
            <w:r w:rsidRPr="006C56FF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 xml:space="preserve"> (2012).</w:t>
            </w:r>
            <w:r w:rsidRPr="006C56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56FF">
              <w:rPr>
                <w:rFonts w:ascii="Corbel" w:hAnsi="Corbel"/>
                <w:i/>
                <w:sz w:val="24"/>
                <w:szCs w:val="24"/>
              </w:rPr>
              <w:t>Polityka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społeczna w Polsce i w świecie.</w:t>
            </w:r>
            <w:r w:rsidRPr="006C56FF">
              <w:rPr>
                <w:rFonts w:ascii="Corbel" w:hAnsi="Corbel"/>
                <w:sz w:val="24"/>
                <w:szCs w:val="24"/>
              </w:rPr>
              <w:t xml:space="preserve"> Warszawa</w:t>
            </w:r>
            <w:r>
              <w:rPr>
                <w:rFonts w:ascii="Corbel" w:hAnsi="Corbel"/>
                <w:sz w:val="24"/>
                <w:szCs w:val="24"/>
              </w:rPr>
              <w:t>: Wyd. Wyższej Szkoły Pedagogicznej TWP w Warszawie.</w:t>
            </w:r>
          </w:p>
          <w:p w:rsidR="007F4839" w:rsidP="007F4839" w:rsidRDefault="007F4839" w14:paraId="7C7535A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lastRenderedPageBreak/>
              <w:t>Cendrowicz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 (2020). </w:t>
            </w:r>
            <w:r w:rsidRPr="00243AAE">
              <w:rPr>
                <w:rFonts w:ascii="Corbel" w:hAnsi="Corbel"/>
                <w:i/>
                <w:sz w:val="24"/>
                <w:szCs w:val="24"/>
              </w:rPr>
              <w:t>Zadania jednostek samorządu terytorialnego w zakresie pomocy osobom bezdomnym z perspektywy zasady pomocniczości</w:t>
            </w:r>
            <w:r>
              <w:rPr>
                <w:rFonts w:ascii="Corbel" w:hAnsi="Corbel"/>
                <w:sz w:val="24"/>
                <w:szCs w:val="24"/>
              </w:rPr>
              <w:t xml:space="preserve">. Warszawa: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243A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F4839" w:rsidP="007F4839" w:rsidRDefault="007F4839" w14:paraId="379810C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4076">
              <w:rPr>
                <w:rFonts w:ascii="Corbel" w:hAnsi="Corbel"/>
                <w:sz w:val="24"/>
                <w:szCs w:val="24"/>
              </w:rPr>
              <w:t xml:space="preserve">Długosz P. (2021). </w:t>
            </w:r>
            <w:r w:rsidRPr="00434076">
              <w:rPr>
                <w:rFonts w:ascii="Corbel" w:hAnsi="Corbel"/>
                <w:i/>
                <w:sz w:val="24"/>
                <w:szCs w:val="24"/>
              </w:rPr>
              <w:t>Trauma pandemii COVID-19 w polskim społeczeństwie.</w:t>
            </w:r>
            <w:r w:rsidRPr="00434076">
              <w:rPr>
                <w:rFonts w:ascii="Corbel" w:hAnsi="Corbel"/>
                <w:sz w:val="24"/>
                <w:szCs w:val="24"/>
              </w:rPr>
              <w:t xml:space="preserve"> Warszawa: Wyd. </w:t>
            </w:r>
            <w:proofErr w:type="spellStart"/>
            <w:r w:rsidRPr="00434076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Pr="00891E78" w:rsidR="007F4839" w:rsidP="007F4839" w:rsidRDefault="007F4839" w14:paraId="5FC946BD" w14:textId="77777777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6C4192">
              <w:rPr>
                <w:rFonts w:ascii="Corbel" w:hAnsi="Corbel"/>
                <w:sz w:val="24"/>
                <w:szCs w:val="24"/>
              </w:rPr>
              <w:t>Firlit-Fesnak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6C419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C4192">
              <w:rPr>
                <w:rFonts w:ascii="Corbel" w:hAnsi="Corbel"/>
                <w:sz w:val="24"/>
                <w:szCs w:val="24"/>
              </w:rPr>
              <w:t>Szylko</w:t>
            </w:r>
            <w:proofErr w:type="spellEnd"/>
            <w:r w:rsidRPr="006C4192">
              <w:rPr>
                <w:rFonts w:ascii="Corbel" w:hAnsi="Corbel"/>
                <w:sz w:val="24"/>
                <w:szCs w:val="24"/>
              </w:rPr>
              <w:t>-Skoczny</w:t>
            </w:r>
            <w:r>
              <w:rPr>
                <w:rFonts w:ascii="Corbel" w:hAnsi="Corbel"/>
                <w:sz w:val="24"/>
                <w:szCs w:val="24"/>
              </w:rPr>
              <w:t xml:space="preserve"> M. (2009), </w:t>
            </w:r>
            <w:r w:rsidRPr="00891E78">
              <w:rPr>
                <w:rFonts w:ascii="Corbel" w:hAnsi="Corbel"/>
                <w:i/>
                <w:sz w:val="24"/>
                <w:szCs w:val="24"/>
              </w:rPr>
              <w:t>Polityka społeczna. Podręcznik akademicki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Warszawa: </w:t>
            </w:r>
            <w:r w:rsidRPr="00891E78">
              <w:rPr>
                <w:rFonts w:ascii="Corbel" w:hAnsi="Corbel"/>
                <w:iCs/>
                <w:sz w:val="24"/>
                <w:szCs w:val="24"/>
              </w:rPr>
              <w:t>Wydawnictwo Naukowe PWN</w:t>
            </w:r>
            <w:r>
              <w:rPr>
                <w:rFonts w:ascii="Corbel" w:hAnsi="Corbel"/>
                <w:iCs/>
                <w:sz w:val="24"/>
                <w:szCs w:val="24"/>
              </w:rPr>
              <w:t>.</w:t>
            </w:r>
          </w:p>
          <w:p w:rsidR="007F4839" w:rsidP="007F4839" w:rsidRDefault="007F4839" w14:paraId="47AB9853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7964">
              <w:rPr>
                <w:rFonts w:ascii="Corbel" w:hAnsi="Corbel"/>
                <w:sz w:val="24"/>
                <w:szCs w:val="24"/>
              </w:rPr>
              <w:t xml:space="preserve">Grzywna P., </w:t>
            </w:r>
            <w:proofErr w:type="spellStart"/>
            <w:r w:rsidRPr="00A67964">
              <w:rPr>
                <w:rFonts w:ascii="Corbel" w:hAnsi="Corbel"/>
                <w:sz w:val="24"/>
                <w:szCs w:val="24"/>
              </w:rPr>
              <w:t>Lustig</w:t>
            </w:r>
            <w:proofErr w:type="spellEnd"/>
            <w:r w:rsidRPr="00A67964">
              <w:rPr>
                <w:rFonts w:ascii="Corbel" w:hAnsi="Corbel"/>
                <w:sz w:val="24"/>
                <w:szCs w:val="24"/>
              </w:rPr>
              <w:t xml:space="preserve"> J., Mitręga M., Stępień-Lampa N., Zasępa B.</w:t>
            </w:r>
            <w:r>
              <w:rPr>
                <w:rFonts w:ascii="Corbel" w:hAnsi="Corbel"/>
                <w:sz w:val="24"/>
                <w:szCs w:val="24"/>
              </w:rPr>
              <w:t xml:space="preserve"> (2017).</w:t>
            </w:r>
            <w:r w:rsidRPr="00A679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67964">
              <w:rPr>
                <w:rFonts w:ascii="Corbel" w:hAnsi="Corbel"/>
                <w:i/>
                <w:sz w:val="24"/>
                <w:szCs w:val="24"/>
              </w:rPr>
              <w:t>Polityka społeczna. Rozważania o teorii i praktyce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67964">
              <w:rPr>
                <w:rFonts w:ascii="Corbel" w:hAnsi="Corbel"/>
                <w:sz w:val="24"/>
                <w:szCs w:val="24"/>
              </w:rPr>
              <w:t>Katowice</w:t>
            </w:r>
            <w:r>
              <w:rPr>
                <w:rFonts w:ascii="Corbel" w:hAnsi="Corbel"/>
                <w:sz w:val="24"/>
                <w:szCs w:val="24"/>
              </w:rPr>
              <w:t>: Wyd. Uniwersytetu Śląskiego.</w:t>
            </w:r>
          </w:p>
          <w:p w:rsidR="007F4839" w:rsidP="007F4839" w:rsidRDefault="007F4839" w14:paraId="1CFF95ED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Karwacki A., Rymsza M. (2011).</w:t>
            </w:r>
            <w:r w:rsidRPr="008270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0B6">
              <w:rPr>
                <w:rFonts w:ascii="Corbel" w:hAnsi="Corbel"/>
                <w:i/>
                <w:sz w:val="24"/>
                <w:szCs w:val="24"/>
              </w:rPr>
              <w:t>Meandry upowszechniania koncepcji aktywnej polityki społecznej w Polsce</w:t>
            </w:r>
            <w:r>
              <w:rPr>
                <w:rFonts w:ascii="Corbel" w:hAnsi="Corbel"/>
                <w:sz w:val="24"/>
                <w:szCs w:val="24"/>
              </w:rPr>
              <w:t>. W:</w:t>
            </w:r>
            <w:r w:rsidRPr="008270B6">
              <w:rPr>
                <w:rFonts w:ascii="Corbel" w:hAnsi="Corbel"/>
                <w:sz w:val="24"/>
                <w:szCs w:val="24"/>
              </w:rPr>
              <w:t xml:space="preserve"> M. </w:t>
            </w:r>
            <w:proofErr w:type="spellStart"/>
            <w:r w:rsidRPr="008270B6"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 w:rsidRPr="008270B6">
              <w:rPr>
                <w:rFonts w:ascii="Corbel" w:hAnsi="Corbel"/>
                <w:sz w:val="24"/>
                <w:szCs w:val="24"/>
              </w:rPr>
              <w:t xml:space="preserve">, M. Rymsza (red.), </w:t>
            </w:r>
            <w:r w:rsidRPr="008270B6">
              <w:rPr>
                <w:rFonts w:ascii="Corbel" w:hAnsi="Corbel"/>
                <w:i/>
                <w:sz w:val="24"/>
                <w:szCs w:val="24"/>
              </w:rPr>
              <w:t>Polityka aktywizacji w Polsce. Usługi reintegracji w sektorze gospodarki społecznej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8270B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Warszawa: </w:t>
            </w:r>
            <w:r w:rsidRPr="008270B6">
              <w:rPr>
                <w:rFonts w:ascii="Corbel" w:hAnsi="Corbel"/>
                <w:sz w:val="24"/>
                <w:szCs w:val="24"/>
              </w:rPr>
              <w:t xml:space="preserve">Wyższa Szkoła Pedagogiczna TWP w </w:t>
            </w:r>
            <w:r>
              <w:rPr>
                <w:rFonts w:ascii="Corbel" w:hAnsi="Corbel"/>
                <w:sz w:val="24"/>
                <w:szCs w:val="24"/>
              </w:rPr>
              <w:t>Warszawie.</w:t>
            </w:r>
          </w:p>
          <w:p w:rsidR="007F4839" w:rsidP="007F4839" w:rsidRDefault="007F4839" w14:paraId="14275C8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Rymsza M., Karwacki A. (2018). </w:t>
            </w:r>
            <w:r w:rsidRPr="004922A3">
              <w:rPr>
                <w:rFonts w:ascii="Corbel" w:hAnsi="Corbel"/>
                <w:i/>
                <w:sz w:val="24"/>
                <w:szCs w:val="24"/>
              </w:rPr>
              <w:t>Polityka państwa wobec sektora obywatelskiego: od wspierania działalności dobroczynnej do rozwoju społeczeństwa obywatelskiego.</w:t>
            </w:r>
            <w:r>
              <w:rPr>
                <w:rFonts w:ascii="Corbel" w:hAnsi="Corbel"/>
                <w:sz w:val="24"/>
                <w:szCs w:val="24"/>
              </w:rPr>
              <w:t xml:space="preserve"> W: E. Bojanowska, 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Grewiński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M. Rymsza, 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Uścińska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4922A3">
              <w:rPr>
                <w:rFonts w:ascii="Corbel" w:hAnsi="Corbel"/>
                <w:i/>
                <w:sz w:val="24"/>
                <w:szCs w:val="24"/>
              </w:rPr>
              <w:t xml:space="preserve"> Stulecie polskiej polityki społecznej 1918-2018. </w:t>
            </w:r>
            <w:r>
              <w:rPr>
                <w:rFonts w:ascii="Corbel" w:hAnsi="Corbel"/>
                <w:sz w:val="24"/>
                <w:szCs w:val="24"/>
              </w:rPr>
              <w:t>Warszawa: Ministerstwo Rodziny, Pracy i Polityki Społecznej/ Narodowe Centrum Kultury.</w:t>
            </w:r>
          </w:p>
          <w:p w:rsidRPr="00A535C8" w:rsidR="007F4839" w:rsidP="007F4839" w:rsidRDefault="007F4839" w14:paraId="262E7D48" w14:textId="7956E8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DBBABB5" w:rsidR="52CDD3B1">
              <w:rPr>
                <w:rFonts w:ascii="Corbel" w:hAnsi="Corbel"/>
                <w:sz w:val="24"/>
                <w:szCs w:val="24"/>
              </w:rPr>
              <w:t xml:space="preserve">Wiśniewski Z., 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>Arendt Ł.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 xml:space="preserve"> (2018). </w:t>
            </w:r>
            <w:r w:rsidRPr="5DBBABB5" w:rsidR="52CDD3B1">
              <w:rPr>
                <w:rFonts w:ascii="Corbel" w:hAnsi="Corbel"/>
                <w:i w:val="1"/>
                <w:iCs w:val="1"/>
                <w:sz w:val="24"/>
                <w:szCs w:val="24"/>
              </w:rPr>
              <w:t>Polityka rynku pracy: od działań osłonowych do aktywizacji zawodowej.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 xml:space="preserve"> W: 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 xml:space="preserve">E. Bojanowska, M. 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>Grewiński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 xml:space="preserve">, M. Rymsza, G. 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>Uścińska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5DBBABB5" w:rsidR="52CDD3B1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Stulecie polskiej polityki społecznej 1918-2018. 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>Warszawa: Ministerstwo Rodziny, Pracy i Polityki Społecznej/ Narodowe Centrum Kultury.</w:t>
            </w:r>
          </w:p>
        </w:tc>
      </w:tr>
      <w:tr w:rsidRPr="009C54AE" w:rsidR="007F4839" w:rsidTr="5DBBABB5" w14:paraId="0A5FD467" w14:textId="77777777">
        <w:trPr>
          <w:trHeight w:val="397"/>
        </w:trPr>
        <w:tc>
          <w:tcPr>
            <w:tcW w:w="7513" w:type="dxa"/>
            <w:tcMar/>
          </w:tcPr>
          <w:p w:rsidRPr="00D13EE1" w:rsidR="007F4839" w:rsidP="007F4839" w:rsidRDefault="007F4839" w14:paraId="021B22F7" w14:textId="7777777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DBBABB5" w:rsidR="52CDD3B1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5DBBABB5" w:rsidP="5DBBABB5" w:rsidRDefault="5DBBABB5" w14:paraId="175C2D14" w14:textId="358825A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Pr="00D13EE1" w:rsidR="007F4839" w:rsidP="007F4839" w:rsidRDefault="007F4839" w14:paraId="211434AA" w14:textId="77777777">
            <w:pPr>
              <w:pStyle w:val="Tekstpodstawowy"/>
              <w:spacing w:after="0" w:line="240" w:lineRule="auto"/>
              <w:jc w:val="both"/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</w:rPr>
            </w:pPr>
            <w:r w:rsidRPr="00D13EE1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</w:rPr>
              <w:t xml:space="preserve">Joint Report on </w:t>
            </w:r>
            <w:proofErr w:type="spellStart"/>
            <w:r w:rsidRPr="00D13EE1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</w:rPr>
              <w:t>Social</w:t>
            </w:r>
            <w:proofErr w:type="spellEnd"/>
            <w:r w:rsidRPr="00D13EE1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</w:rPr>
              <w:t xml:space="preserve"> </w:t>
            </w:r>
            <w:proofErr w:type="spellStart"/>
            <w:r w:rsidRPr="00D13EE1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</w:rPr>
              <w:t>Protection</w:t>
            </w:r>
            <w:proofErr w:type="spellEnd"/>
            <w:r w:rsidRPr="00D13EE1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</w:rPr>
              <w:t xml:space="preserve"> and </w:t>
            </w:r>
            <w:proofErr w:type="spellStart"/>
            <w:r w:rsidRPr="00D13EE1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</w:rPr>
              <w:t>Social</w:t>
            </w:r>
            <w:proofErr w:type="spellEnd"/>
            <w:r w:rsidRPr="00D13EE1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</w:rPr>
              <w:t xml:space="preserve"> </w:t>
            </w:r>
            <w:proofErr w:type="spellStart"/>
            <w:r w:rsidRPr="00D13EE1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</w:rPr>
              <w:t>Inclusion</w:t>
            </w:r>
            <w:proofErr w:type="spellEnd"/>
            <w:r w:rsidRPr="00D13EE1"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</w:rPr>
              <w:t xml:space="preserve">. (2005). </w:t>
            </w:r>
            <w:proofErr w:type="spellStart"/>
            <w:r w:rsidRPr="00D13EE1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</w:rPr>
              <w:t>Luxembourg</w:t>
            </w:r>
            <w:proofErr w:type="spellEnd"/>
            <w:r w:rsidRPr="00D13EE1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</w:rPr>
              <w:t xml:space="preserve">: </w:t>
            </w:r>
            <w:proofErr w:type="spellStart"/>
            <w:r w:rsidRPr="00D13EE1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</w:rPr>
              <w:t>European</w:t>
            </w:r>
            <w:proofErr w:type="spellEnd"/>
            <w:r w:rsidRPr="00D13EE1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</w:rPr>
              <w:t xml:space="preserve"> </w:t>
            </w:r>
            <w:proofErr w:type="spellStart"/>
            <w:r w:rsidRPr="00D13EE1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</w:rPr>
              <w:t>Commission</w:t>
            </w:r>
            <w:proofErr w:type="spellEnd"/>
            <w:r w:rsidRPr="00D13EE1">
              <w:rPr>
                <w:rStyle w:val="Hipercze"/>
                <w:rFonts w:ascii="Corbel" w:hAnsi="Corbel"/>
                <w:color w:val="000000"/>
                <w:sz w:val="24"/>
                <w:szCs w:val="24"/>
                <w:u w:val="none"/>
              </w:rPr>
              <w:t>.</w:t>
            </w:r>
          </w:p>
          <w:p w:rsidRPr="00FB2F48" w:rsidR="007F4839" w:rsidP="007F4839" w:rsidRDefault="007F4839" w14:paraId="1F352F95" w14:textId="77777777">
            <w:pPr>
              <w:pStyle w:val="Tekstpodstawowy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D13EE1">
              <w:rPr>
                <w:rStyle w:val="Hipercze"/>
                <w:rFonts w:ascii="Corbel" w:hAnsi="Corbel" w:cstheme="minorHAnsi"/>
                <w:color w:val="000000"/>
                <w:sz w:val="24"/>
                <w:szCs w:val="24"/>
                <w:u w:val="none"/>
              </w:rPr>
              <w:t>Kwiatkowski</w:t>
            </w:r>
            <w:r w:rsidRPr="00D13EE1">
              <w:rPr>
                <w:rFonts w:ascii="Corbel" w:hAnsi="Corbel" w:cstheme="minorHAnsi"/>
                <w:sz w:val="24"/>
                <w:szCs w:val="24"/>
              </w:rPr>
              <w:t xml:space="preserve"> E., Liberda B. (red.). </w:t>
            </w:r>
            <w:r w:rsidRPr="00FB2F48">
              <w:rPr>
                <w:rFonts w:ascii="Corbel" w:hAnsi="Corbel" w:cstheme="minorHAnsi"/>
                <w:sz w:val="24"/>
                <w:szCs w:val="24"/>
              </w:rPr>
              <w:t xml:space="preserve">(2015). </w:t>
            </w:r>
            <w:hyperlink w:history="1" r:id="rId11">
              <w:r w:rsidRPr="00FB2F48">
                <w:rPr>
                  <w:rFonts w:ascii="Corbel" w:hAnsi="Corbel" w:cstheme="minorHAnsi"/>
                  <w:i/>
                  <w:iCs/>
                  <w:color w:val="000000"/>
                  <w:sz w:val="24"/>
                  <w:szCs w:val="24"/>
                </w:rPr>
                <w:t xml:space="preserve">Determinanty rozwoju Polski. Rynek pracy i demografia. Warszawa: </w:t>
              </w:r>
            </w:hyperlink>
            <w:r w:rsidRPr="00FB2F48"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Polskie Towarzystwo Ekonomiczne</w:t>
            </w:r>
            <w:r>
              <w:rPr>
                <w:rFonts w:ascii="Corbel" w:hAnsi="Corbel" w:cstheme="minorHAnsi"/>
                <w:i/>
                <w:iCs/>
                <w:color w:val="000000"/>
                <w:sz w:val="24"/>
                <w:szCs w:val="24"/>
              </w:rPr>
              <w:t>.</w:t>
            </w:r>
          </w:p>
          <w:p w:rsidRPr="00E92308" w:rsidR="007F4839" w:rsidP="007F4839" w:rsidRDefault="007F4839" w14:paraId="566F2817" w14:textId="77777777">
            <w:pPr>
              <w:spacing w:after="0" w:line="240" w:lineRule="auto"/>
              <w:jc w:val="both"/>
              <w:rPr>
                <w:rFonts w:ascii="Corbel" w:hAnsi="Corbel" w:eastAsia="Times New Roman"/>
                <w:sz w:val="24"/>
                <w:szCs w:val="24"/>
                <w:lang w:eastAsia="pl-PL"/>
              </w:rPr>
            </w:pPr>
            <w:r w:rsidRPr="00E92308">
              <w:rPr>
                <w:rFonts w:ascii="Corbel" w:hAnsi="Corbel" w:eastAsia="Times New Roman"/>
                <w:sz w:val="24"/>
                <w:szCs w:val="24"/>
                <w:lang w:eastAsia="pl-PL"/>
              </w:rPr>
              <w:t>Grata P.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(2013).</w:t>
            </w:r>
            <w:r w:rsidRPr="00E9230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</w:t>
            </w:r>
            <w:r w:rsidRPr="00E92308"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Polityka społeczna Drugiej Rzeczypospolitej. Uwarunkowania – instytucje – działania</w:t>
            </w:r>
            <w:r>
              <w:rPr>
                <w:rFonts w:ascii="Corbel" w:hAnsi="Corbel" w:eastAsia="Times New Roman"/>
                <w:i/>
                <w:sz w:val="24"/>
                <w:szCs w:val="24"/>
                <w:lang w:eastAsia="pl-PL"/>
              </w:rPr>
              <w:t>.</w:t>
            </w:r>
            <w:r w:rsidRPr="00E92308">
              <w:rPr>
                <w:rFonts w:ascii="Corbel" w:hAnsi="Corbel" w:eastAsia="Times New Roman"/>
                <w:sz w:val="24"/>
                <w:szCs w:val="24"/>
                <w:lang w:eastAsia="pl-PL"/>
              </w:rPr>
              <w:t xml:space="preserve"> Rzeszów</w:t>
            </w:r>
            <w:r>
              <w:rPr>
                <w:rFonts w:ascii="Corbel" w:hAnsi="Corbel" w:eastAsia="Times New Roman"/>
                <w:sz w:val="24"/>
                <w:szCs w:val="24"/>
                <w:lang w:eastAsia="pl-PL"/>
              </w:rPr>
              <w:t>: Wydawnictwo Uniwersytetu Rzeszowskiego.</w:t>
            </w:r>
          </w:p>
          <w:p w:rsidRPr="00E92308" w:rsidR="007F4839" w:rsidP="007F4839" w:rsidRDefault="00000000" w14:paraId="0161E6B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hyperlink w:history="1" r:id="rId12">
              <w:r w:rsidRPr="00E92308" w:rsidR="007F4839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>Holik G., Zieliński K., Żmija D.</w:t>
              </w:r>
              <w:r w:rsidR="007F4839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 xml:space="preserve"> (2014).</w:t>
              </w:r>
              <w:r w:rsidRPr="00E92308" w:rsidR="007F4839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 xml:space="preserve"> </w:t>
              </w:r>
              <w:r w:rsidRPr="00E92308" w:rsidR="007F4839">
                <w:rPr>
                  <w:rFonts w:ascii="Corbel" w:hAnsi="Corbel"/>
                  <w:i/>
                  <w:sz w:val="24"/>
                  <w:szCs w:val="24"/>
                  <w:shd w:val="clear" w:color="auto" w:fill="FFFFFF"/>
                </w:rPr>
                <w:t>Wybrane kwestie społeczne w Polsce,</w:t>
              </w:r>
              <w:r w:rsidRPr="00E92308" w:rsidR="007F4839">
                <w:rPr>
                  <w:rFonts w:ascii="Corbel" w:hAnsi="Corbel"/>
                  <w:i/>
                  <w:sz w:val="24"/>
                  <w:szCs w:val="24"/>
                </w:rPr>
                <w:t xml:space="preserve"> </w:t>
              </w:r>
              <w:r w:rsidRPr="00E92308" w:rsidR="007F4839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>Kraków</w:t>
              </w:r>
              <w:r w:rsidR="007F4839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>:</w:t>
              </w:r>
              <w:r w:rsidR="007F4839">
                <w:rPr>
                  <w:rFonts w:ascii="Lato" w:hAnsi="Lato"/>
                  <w:color w:val="212121"/>
                  <w:shd w:val="clear" w:color="auto" w:fill="FFFFFF"/>
                </w:rPr>
                <w:t xml:space="preserve"> Wydawnictwo Uniwersytetu Ekonomicznego.</w:t>
              </w:r>
              <w:r w:rsidRPr="00E92308" w:rsidR="007F4839">
                <w:rPr>
                  <w:rFonts w:ascii="Corbel" w:hAnsi="Corbel"/>
                  <w:sz w:val="24"/>
                  <w:szCs w:val="24"/>
                  <w:shd w:val="clear" w:color="auto" w:fill="FFFFFF"/>
                </w:rPr>
                <w:t xml:space="preserve"> </w:t>
              </w:r>
            </w:hyperlink>
          </w:p>
          <w:p w:rsidR="007F4839" w:rsidP="007F4839" w:rsidRDefault="007F4839" w14:paraId="23DC53E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92308">
              <w:rPr>
                <w:rFonts w:ascii="Corbel" w:hAnsi="Corbel"/>
                <w:sz w:val="24"/>
                <w:szCs w:val="24"/>
              </w:rPr>
              <w:t>Rymsza M.</w:t>
            </w:r>
            <w:r>
              <w:rPr>
                <w:rFonts w:ascii="Corbel" w:hAnsi="Corbel"/>
                <w:sz w:val="24"/>
                <w:szCs w:val="24"/>
              </w:rPr>
              <w:t xml:space="preserve"> (2013).</w:t>
            </w:r>
            <w:r w:rsidRPr="00E9230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92308">
              <w:rPr>
                <w:rFonts w:ascii="Corbel" w:hAnsi="Corbel"/>
                <w:i/>
                <w:sz w:val="24"/>
                <w:szCs w:val="24"/>
              </w:rPr>
              <w:t xml:space="preserve">Aktywizacja w polityce społecznej. W stronę rekonstrukcji europejskich </w:t>
            </w:r>
            <w:proofErr w:type="spellStart"/>
            <w:r w:rsidRPr="00E92308">
              <w:rPr>
                <w:rFonts w:ascii="Corbel" w:hAnsi="Corbel"/>
                <w:i/>
                <w:sz w:val="24"/>
                <w:szCs w:val="24"/>
              </w:rPr>
              <w:t>Welfare</w:t>
            </w:r>
            <w:proofErr w:type="spellEnd"/>
            <w:r w:rsidRPr="00E9230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E92308">
              <w:rPr>
                <w:rFonts w:ascii="Corbel" w:hAnsi="Corbel"/>
                <w:i/>
                <w:sz w:val="24"/>
                <w:szCs w:val="24"/>
              </w:rPr>
              <w:t>States</w:t>
            </w:r>
            <w:proofErr w:type="spellEnd"/>
            <w:r w:rsidRPr="00E92308">
              <w:rPr>
                <w:rFonts w:ascii="Corbel" w:hAnsi="Corbel"/>
                <w:i/>
                <w:sz w:val="24"/>
                <w:szCs w:val="24"/>
              </w:rPr>
              <w:t>?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E92308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 xml:space="preserve">: Wyd.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IFiS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PAN.</w:t>
            </w:r>
          </w:p>
          <w:p w:rsidRPr="00A535C8" w:rsidR="007F4839" w:rsidP="007F4839" w:rsidRDefault="007F4839" w14:paraId="70F1E15E" w14:textId="1513CCA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5DBBABB5" w:rsidR="52CDD3B1">
              <w:rPr>
                <w:rFonts w:ascii="Corbel" w:hAnsi="Corbel"/>
                <w:sz w:val="24"/>
                <w:szCs w:val="24"/>
              </w:rPr>
              <w:t>Ucieklak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>-Jeż P., Bem A. (2014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>).</w:t>
            </w:r>
            <w:r w:rsidRPr="5DBBABB5" w:rsidR="4CDCABC2">
              <w:rPr>
                <w:rFonts w:ascii="Corbel" w:hAnsi="Corbel"/>
                <w:sz w:val="24"/>
                <w:szCs w:val="24"/>
              </w:rPr>
              <w:t xml:space="preserve"> </w:t>
            </w:r>
            <w:r w:rsidRPr="5DBBABB5" w:rsidR="52CDD3B1">
              <w:rPr>
                <w:rFonts w:ascii="Corbel" w:hAnsi="Corbel"/>
                <w:i w:val="1"/>
                <w:iCs w:val="1"/>
                <w:sz w:val="24"/>
                <w:szCs w:val="24"/>
              </w:rPr>
              <w:t>Opieka</w:t>
            </w:r>
            <w:r w:rsidRPr="5DBBABB5" w:rsidR="52CDD3B1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 zdrowotna. Wybrane zagadnienia</w:t>
            </w:r>
            <w:r w:rsidRPr="5DBBABB5" w:rsidR="52CDD3B1">
              <w:rPr>
                <w:rFonts w:ascii="Corbel" w:hAnsi="Corbel"/>
                <w:i w:val="1"/>
                <w:iCs w:val="1"/>
                <w:sz w:val="24"/>
                <w:szCs w:val="24"/>
              </w:rPr>
              <w:t xml:space="preserve">. 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>Częstochowa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 xml:space="preserve">: 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>Wydawnictwo im. Stanisława Podobińskiego Akademii im. Jana Długosza</w:t>
            </w:r>
            <w:r w:rsidRPr="5DBBABB5" w:rsidR="52CDD3B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9C54AE" w:rsidRDefault="0085747A" w14:paraId="341D9AE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ECB7916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footerReference w:type="default" r:id="rId13"/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0165A" w:rsidP="00C16ABF" w:rsidRDefault="0060165A" w14:paraId="11070216" w14:textId="77777777">
      <w:pPr>
        <w:spacing w:after="0" w:line="240" w:lineRule="auto"/>
      </w:pPr>
      <w:r>
        <w:separator/>
      </w:r>
    </w:p>
  </w:endnote>
  <w:endnote w:type="continuationSeparator" w:id="0">
    <w:p w:rsidR="0060165A" w:rsidP="00C16ABF" w:rsidRDefault="0060165A" w14:paraId="589504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2125126"/>
      <w:docPartObj>
        <w:docPartGallery w:val="Page Numbers (Bottom of Page)"/>
        <w:docPartUnique/>
      </w:docPartObj>
    </w:sdtPr>
    <w:sdtContent>
      <w:p w:rsidR="007F4839" w:rsidRDefault="007F4839" w14:paraId="55137A46" w14:textId="1EA758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F4839" w:rsidRDefault="007F4839" w14:paraId="186605D8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0165A" w:rsidP="00C16ABF" w:rsidRDefault="0060165A" w14:paraId="218E6299" w14:textId="77777777">
      <w:pPr>
        <w:spacing w:after="0" w:line="240" w:lineRule="auto"/>
      </w:pPr>
      <w:r>
        <w:separator/>
      </w:r>
    </w:p>
  </w:footnote>
  <w:footnote w:type="continuationSeparator" w:id="0">
    <w:p w:rsidR="0060165A" w:rsidP="00C16ABF" w:rsidRDefault="0060165A" w14:paraId="5756113F" w14:textId="77777777">
      <w:pPr>
        <w:spacing w:after="0" w:line="240" w:lineRule="auto"/>
      </w:pPr>
      <w:r>
        <w:continuationSeparator/>
      </w:r>
    </w:p>
  </w:footnote>
  <w:footnote w:id="1">
    <w:p w:rsidR="0030395F" w:rsidRDefault="0030395F" w14:paraId="2886DD4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22A82"/>
    <w:multiLevelType w:val="hybridMultilevel"/>
    <w:tmpl w:val="F1DC09F6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631E8B"/>
    <w:multiLevelType w:val="hybridMultilevel"/>
    <w:tmpl w:val="D07CB2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202BC"/>
    <w:multiLevelType w:val="hybridMultilevel"/>
    <w:tmpl w:val="8772BF78"/>
    <w:lvl w:ilvl="0" w:tplc="F9EA0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618415">
    <w:abstractNumId w:val="1"/>
  </w:num>
  <w:num w:numId="2" w16cid:durableId="115026173">
    <w:abstractNumId w:val="3"/>
  </w:num>
  <w:num w:numId="3" w16cid:durableId="1543978527">
    <w:abstractNumId w:val="0"/>
  </w:num>
  <w:num w:numId="4" w16cid:durableId="111942116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40B"/>
    <w:rsid w:val="00042A51"/>
    <w:rsid w:val="00042D2E"/>
    <w:rsid w:val="00042F0B"/>
    <w:rsid w:val="00044C82"/>
    <w:rsid w:val="00070ED6"/>
    <w:rsid w:val="000742DC"/>
    <w:rsid w:val="00084C1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511"/>
    <w:rsid w:val="000D04B0"/>
    <w:rsid w:val="000D79F3"/>
    <w:rsid w:val="000F1C57"/>
    <w:rsid w:val="000F4419"/>
    <w:rsid w:val="000F5615"/>
    <w:rsid w:val="001106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1F6C"/>
    <w:rsid w:val="001D657B"/>
    <w:rsid w:val="001D7B54"/>
    <w:rsid w:val="001E0209"/>
    <w:rsid w:val="001F2CA2"/>
    <w:rsid w:val="002144C0"/>
    <w:rsid w:val="00220D46"/>
    <w:rsid w:val="0022477D"/>
    <w:rsid w:val="00225B87"/>
    <w:rsid w:val="002278A9"/>
    <w:rsid w:val="002336F9"/>
    <w:rsid w:val="0024028F"/>
    <w:rsid w:val="00243AAE"/>
    <w:rsid w:val="00244ABC"/>
    <w:rsid w:val="00245A3F"/>
    <w:rsid w:val="002642EC"/>
    <w:rsid w:val="00281FF2"/>
    <w:rsid w:val="002857DE"/>
    <w:rsid w:val="00291567"/>
    <w:rsid w:val="00294F04"/>
    <w:rsid w:val="002A22BF"/>
    <w:rsid w:val="002A2389"/>
    <w:rsid w:val="002A671D"/>
    <w:rsid w:val="002B4D55"/>
    <w:rsid w:val="002B5EA0"/>
    <w:rsid w:val="002B5F46"/>
    <w:rsid w:val="002B6119"/>
    <w:rsid w:val="002C1F06"/>
    <w:rsid w:val="002D3375"/>
    <w:rsid w:val="002D5C3E"/>
    <w:rsid w:val="002D73D4"/>
    <w:rsid w:val="002E2C16"/>
    <w:rsid w:val="002F02A3"/>
    <w:rsid w:val="002F4ABE"/>
    <w:rsid w:val="002F695B"/>
    <w:rsid w:val="003018BA"/>
    <w:rsid w:val="0030395F"/>
    <w:rsid w:val="00305C92"/>
    <w:rsid w:val="003151C5"/>
    <w:rsid w:val="00315AB5"/>
    <w:rsid w:val="003343CF"/>
    <w:rsid w:val="00346FE9"/>
    <w:rsid w:val="0034759A"/>
    <w:rsid w:val="003503F6"/>
    <w:rsid w:val="003530DD"/>
    <w:rsid w:val="0035339E"/>
    <w:rsid w:val="00363F78"/>
    <w:rsid w:val="003866F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DE4"/>
    <w:rsid w:val="00414E3C"/>
    <w:rsid w:val="0042244A"/>
    <w:rsid w:val="0042745A"/>
    <w:rsid w:val="00431D5C"/>
    <w:rsid w:val="00434076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2A3"/>
    <w:rsid w:val="004968E2"/>
    <w:rsid w:val="004A3EEA"/>
    <w:rsid w:val="004A4D1F"/>
    <w:rsid w:val="004C6E4C"/>
    <w:rsid w:val="004D5282"/>
    <w:rsid w:val="004F1551"/>
    <w:rsid w:val="004F55A3"/>
    <w:rsid w:val="0050496F"/>
    <w:rsid w:val="00513B6F"/>
    <w:rsid w:val="00514BC7"/>
    <w:rsid w:val="00517C63"/>
    <w:rsid w:val="005363C4"/>
    <w:rsid w:val="00536BDE"/>
    <w:rsid w:val="00543ACC"/>
    <w:rsid w:val="0056696D"/>
    <w:rsid w:val="005939C8"/>
    <w:rsid w:val="0059484D"/>
    <w:rsid w:val="005A0855"/>
    <w:rsid w:val="005A133C"/>
    <w:rsid w:val="005A3196"/>
    <w:rsid w:val="005C080F"/>
    <w:rsid w:val="005C55E5"/>
    <w:rsid w:val="005C696A"/>
    <w:rsid w:val="005E6E85"/>
    <w:rsid w:val="005F24FA"/>
    <w:rsid w:val="005F31D2"/>
    <w:rsid w:val="0060165A"/>
    <w:rsid w:val="0061029B"/>
    <w:rsid w:val="00617230"/>
    <w:rsid w:val="00621CE1"/>
    <w:rsid w:val="00627FC9"/>
    <w:rsid w:val="00647FA8"/>
    <w:rsid w:val="00650C5F"/>
    <w:rsid w:val="00654934"/>
    <w:rsid w:val="006620D9"/>
    <w:rsid w:val="00670445"/>
    <w:rsid w:val="00671958"/>
    <w:rsid w:val="00675843"/>
    <w:rsid w:val="00696477"/>
    <w:rsid w:val="006A4F06"/>
    <w:rsid w:val="006A584A"/>
    <w:rsid w:val="006C56FF"/>
    <w:rsid w:val="006D050F"/>
    <w:rsid w:val="006D4F8C"/>
    <w:rsid w:val="006D6139"/>
    <w:rsid w:val="006E5D65"/>
    <w:rsid w:val="006F1282"/>
    <w:rsid w:val="006F1FBC"/>
    <w:rsid w:val="006F31E2"/>
    <w:rsid w:val="006F6025"/>
    <w:rsid w:val="006F7546"/>
    <w:rsid w:val="00706544"/>
    <w:rsid w:val="007072BA"/>
    <w:rsid w:val="0071620A"/>
    <w:rsid w:val="0072281E"/>
    <w:rsid w:val="007238FF"/>
    <w:rsid w:val="00724677"/>
    <w:rsid w:val="00725459"/>
    <w:rsid w:val="00727A9D"/>
    <w:rsid w:val="007327BD"/>
    <w:rsid w:val="007328CC"/>
    <w:rsid w:val="00734608"/>
    <w:rsid w:val="007370EA"/>
    <w:rsid w:val="00745302"/>
    <w:rsid w:val="007461D6"/>
    <w:rsid w:val="00746EC8"/>
    <w:rsid w:val="007516BB"/>
    <w:rsid w:val="00754612"/>
    <w:rsid w:val="00763BF1"/>
    <w:rsid w:val="00766FD4"/>
    <w:rsid w:val="0078168C"/>
    <w:rsid w:val="00787C2A"/>
    <w:rsid w:val="00790E27"/>
    <w:rsid w:val="007A4022"/>
    <w:rsid w:val="007A411F"/>
    <w:rsid w:val="007A6E6E"/>
    <w:rsid w:val="007C3299"/>
    <w:rsid w:val="007C3BCC"/>
    <w:rsid w:val="007C4546"/>
    <w:rsid w:val="007D2807"/>
    <w:rsid w:val="007D6E56"/>
    <w:rsid w:val="007D6E92"/>
    <w:rsid w:val="007E374E"/>
    <w:rsid w:val="007F4155"/>
    <w:rsid w:val="007F4839"/>
    <w:rsid w:val="0081554D"/>
    <w:rsid w:val="0081707E"/>
    <w:rsid w:val="008270B6"/>
    <w:rsid w:val="00837CD1"/>
    <w:rsid w:val="008449B3"/>
    <w:rsid w:val="008552A2"/>
    <w:rsid w:val="0085747A"/>
    <w:rsid w:val="00861FF4"/>
    <w:rsid w:val="00862949"/>
    <w:rsid w:val="008675C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C02"/>
    <w:rsid w:val="008E64F4"/>
    <w:rsid w:val="008F12C9"/>
    <w:rsid w:val="008F6E29"/>
    <w:rsid w:val="00905E9B"/>
    <w:rsid w:val="00916188"/>
    <w:rsid w:val="00923D7D"/>
    <w:rsid w:val="0093240D"/>
    <w:rsid w:val="009508DF"/>
    <w:rsid w:val="00950DAC"/>
    <w:rsid w:val="00954A07"/>
    <w:rsid w:val="0096076B"/>
    <w:rsid w:val="00967CBD"/>
    <w:rsid w:val="00981B7D"/>
    <w:rsid w:val="00997F14"/>
    <w:rsid w:val="009A78D9"/>
    <w:rsid w:val="009B0EBC"/>
    <w:rsid w:val="009B2D9A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8AA"/>
    <w:rsid w:val="00A36899"/>
    <w:rsid w:val="00A371F6"/>
    <w:rsid w:val="00A43BF6"/>
    <w:rsid w:val="00A535C8"/>
    <w:rsid w:val="00A53FA5"/>
    <w:rsid w:val="00A54817"/>
    <w:rsid w:val="00A601C8"/>
    <w:rsid w:val="00A60799"/>
    <w:rsid w:val="00A652EE"/>
    <w:rsid w:val="00A661C9"/>
    <w:rsid w:val="00A67964"/>
    <w:rsid w:val="00A84C85"/>
    <w:rsid w:val="00A97411"/>
    <w:rsid w:val="00A97DE1"/>
    <w:rsid w:val="00AB053C"/>
    <w:rsid w:val="00AD1146"/>
    <w:rsid w:val="00AD27D3"/>
    <w:rsid w:val="00AD66D6"/>
    <w:rsid w:val="00AD7B2E"/>
    <w:rsid w:val="00AE1160"/>
    <w:rsid w:val="00AE203C"/>
    <w:rsid w:val="00AE2E74"/>
    <w:rsid w:val="00AE5FCB"/>
    <w:rsid w:val="00AF2C1E"/>
    <w:rsid w:val="00B06142"/>
    <w:rsid w:val="00B135B1"/>
    <w:rsid w:val="00B202F0"/>
    <w:rsid w:val="00B3130B"/>
    <w:rsid w:val="00B40ADB"/>
    <w:rsid w:val="00B437DD"/>
    <w:rsid w:val="00B43B77"/>
    <w:rsid w:val="00B43E80"/>
    <w:rsid w:val="00B607DB"/>
    <w:rsid w:val="00B65980"/>
    <w:rsid w:val="00B66529"/>
    <w:rsid w:val="00B6737D"/>
    <w:rsid w:val="00B75946"/>
    <w:rsid w:val="00B8056E"/>
    <w:rsid w:val="00B819C8"/>
    <w:rsid w:val="00B82308"/>
    <w:rsid w:val="00B83895"/>
    <w:rsid w:val="00B90885"/>
    <w:rsid w:val="00BB520A"/>
    <w:rsid w:val="00BB7DA0"/>
    <w:rsid w:val="00BD3869"/>
    <w:rsid w:val="00BD66E9"/>
    <w:rsid w:val="00BD6FF4"/>
    <w:rsid w:val="00BE0283"/>
    <w:rsid w:val="00BE2CDF"/>
    <w:rsid w:val="00BE5013"/>
    <w:rsid w:val="00BE7C94"/>
    <w:rsid w:val="00BF2C41"/>
    <w:rsid w:val="00C058B4"/>
    <w:rsid w:val="00C05F44"/>
    <w:rsid w:val="00C131B5"/>
    <w:rsid w:val="00C16ABF"/>
    <w:rsid w:val="00C170AE"/>
    <w:rsid w:val="00C176F8"/>
    <w:rsid w:val="00C202E2"/>
    <w:rsid w:val="00C26CB7"/>
    <w:rsid w:val="00C324C1"/>
    <w:rsid w:val="00C33E63"/>
    <w:rsid w:val="00C36992"/>
    <w:rsid w:val="00C56036"/>
    <w:rsid w:val="00C61DC5"/>
    <w:rsid w:val="00C67E92"/>
    <w:rsid w:val="00C70A26"/>
    <w:rsid w:val="00C7140A"/>
    <w:rsid w:val="00C766DF"/>
    <w:rsid w:val="00C847BC"/>
    <w:rsid w:val="00C94B98"/>
    <w:rsid w:val="00CA2B96"/>
    <w:rsid w:val="00CA5089"/>
    <w:rsid w:val="00CA56E5"/>
    <w:rsid w:val="00CB7291"/>
    <w:rsid w:val="00CC6B51"/>
    <w:rsid w:val="00CD6897"/>
    <w:rsid w:val="00CE5BAC"/>
    <w:rsid w:val="00CF25BE"/>
    <w:rsid w:val="00CF2FA1"/>
    <w:rsid w:val="00CF462E"/>
    <w:rsid w:val="00CF78ED"/>
    <w:rsid w:val="00D02B25"/>
    <w:rsid w:val="00D02EBA"/>
    <w:rsid w:val="00D13EE1"/>
    <w:rsid w:val="00D17C3C"/>
    <w:rsid w:val="00D26B2C"/>
    <w:rsid w:val="00D352C9"/>
    <w:rsid w:val="00D40569"/>
    <w:rsid w:val="00D425B2"/>
    <w:rsid w:val="00D428D6"/>
    <w:rsid w:val="00D46B9C"/>
    <w:rsid w:val="00D552B2"/>
    <w:rsid w:val="00D55F21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5582"/>
    <w:rsid w:val="00E129B8"/>
    <w:rsid w:val="00E21E7D"/>
    <w:rsid w:val="00E22FBC"/>
    <w:rsid w:val="00E24BF5"/>
    <w:rsid w:val="00E25338"/>
    <w:rsid w:val="00E45F4D"/>
    <w:rsid w:val="00E51E44"/>
    <w:rsid w:val="00E63348"/>
    <w:rsid w:val="00E67EFF"/>
    <w:rsid w:val="00E742AA"/>
    <w:rsid w:val="00E77E88"/>
    <w:rsid w:val="00E8107D"/>
    <w:rsid w:val="00E92308"/>
    <w:rsid w:val="00E960BB"/>
    <w:rsid w:val="00EA2074"/>
    <w:rsid w:val="00EA2C6E"/>
    <w:rsid w:val="00EA4832"/>
    <w:rsid w:val="00EA4E9D"/>
    <w:rsid w:val="00EC4899"/>
    <w:rsid w:val="00ED03AB"/>
    <w:rsid w:val="00ED32D2"/>
    <w:rsid w:val="00EE32DE"/>
    <w:rsid w:val="00EE5457"/>
    <w:rsid w:val="00F066B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B2"/>
    <w:rsid w:val="00FB0721"/>
    <w:rsid w:val="00FB7DBA"/>
    <w:rsid w:val="00FC1C25"/>
    <w:rsid w:val="00FC3F45"/>
    <w:rsid w:val="00FD503F"/>
    <w:rsid w:val="00FD7589"/>
    <w:rsid w:val="00FF016A"/>
    <w:rsid w:val="00FF1401"/>
    <w:rsid w:val="00FF5E7D"/>
    <w:rsid w:val="07EC7C17"/>
    <w:rsid w:val="07EC7C17"/>
    <w:rsid w:val="1B08B1CB"/>
    <w:rsid w:val="25DC8F1E"/>
    <w:rsid w:val="48A2501A"/>
    <w:rsid w:val="4CDCABC2"/>
    <w:rsid w:val="52CDD3B1"/>
    <w:rsid w:val="5BABCFD2"/>
    <w:rsid w:val="5DBBA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BC4D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javascript:LoadWebPg('wo2_opbib.p',%20'&amp;RODZAJ=1&amp;ID=418039&amp;widok=26&amp;N1=W10114516&amp;N2=79&amp;N3=26&amp;N4=KHW&amp;HN1=262401453120&amp;HN2=3&amp;HN3=262501603939');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javascript:void(0);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050E92-31FA-4A40-B4DD-DAE6DAB81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2F137-5C8B-4298-BB03-B0AEFA87C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94C03-E919-449E-88C6-6758780115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10AD41-90FA-4CE1-A46A-41EDC250ED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48</revision>
  <lastPrinted>2019-02-06T12:12:00.0000000Z</lastPrinted>
  <dcterms:created xsi:type="dcterms:W3CDTF">2020-10-27T10:14:00.0000000Z</dcterms:created>
  <dcterms:modified xsi:type="dcterms:W3CDTF">2024-08-06T09:15:21.7034294Z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